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22" w:rsidRPr="00762192" w:rsidRDefault="00A77422" w:rsidP="00351908">
      <w:pPr>
        <w:spacing w:after="0" w:line="240" w:lineRule="auto"/>
        <w:ind w:right="141"/>
        <w:jc w:val="center"/>
        <w:rPr>
          <w:rFonts w:ascii="Times New Roman" w:hAnsi="Times New Roman"/>
          <w:color w:val="000000"/>
          <w:sz w:val="28"/>
          <w:szCs w:val="48"/>
          <w:lang w:eastAsia="ru-RU"/>
        </w:rPr>
      </w:pPr>
      <w:r w:rsidRPr="00762192">
        <w:rPr>
          <w:rFonts w:ascii="Times New Roman" w:hAnsi="Times New Roman"/>
          <w:color w:val="000000"/>
          <w:sz w:val="28"/>
          <w:szCs w:val="48"/>
          <w:lang w:eastAsia="ru-RU"/>
        </w:rPr>
        <w:t>Муниципальное бюджетное дошкольное образовательное учреждение «Детский сад №1 села Ржевка Шебекинского района Белгородской области»</w:t>
      </w:r>
    </w:p>
    <w:p w:rsidR="00A77422" w:rsidRDefault="00A77422" w:rsidP="003F7EF1">
      <w:pPr>
        <w:spacing w:after="0" w:line="240" w:lineRule="auto"/>
        <w:ind w:left="1418" w:right="1274"/>
        <w:jc w:val="both"/>
        <w:rPr>
          <w:rFonts w:ascii="Times New Roman" w:hAnsi="Times New Roman"/>
          <w:b/>
          <w:i/>
          <w:color w:val="000000"/>
          <w:sz w:val="48"/>
          <w:szCs w:val="48"/>
          <w:lang w:eastAsia="ru-RU"/>
        </w:rPr>
      </w:pPr>
    </w:p>
    <w:p w:rsidR="00A77422" w:rsidRDefault="00A77422" w:rsidP="003F7EF1">
      <w:pPr>
        <w:spacing w:after="0" w:line="240" w:lineRule="auto"/>
        <w:ind w:left="1418" w:right="1274"/>
        <w:jc w:val="both"/>
        <w:rPr>
          <w:rFonts w:ascii="Times New Roman" w:hAnsi="Times New Roman"/>
          <w:b/>
          <w:i/>
          <w:color w:val="000000"/>
          <w:sz w:val="48"/>
          <w:szCs w:val="48"/>
          <w:lang w:eastAsia="ru-RU"/>
        </w:rPr>
      </w:pPr>
    </w:p>
    <w:p w:rsidR="00A77422" w:rsidRDefault="00A77422" w:rsidP="003F7EF1">
      <w:pPr>
        <w:spacing w:after="0" w:line="240" w:lineRule="auto"/>
        <w:ind w:left="1418" w:right="1274"/>
        <w:jc w:val="both"/>
        <w:rPr>
          <w:rFonts w:ascii="Times New Roman" w:hAnsi="Times New Roman"/>
          <w:b/>
          <w:i/>
          <w:color w:val="000000"/>
          <w:sz w:val="48"/>
          <w:szCs w:val="48"/>
          <w:lang w:eastAsia="ru-RU"/>
        </w:rPr>
      </w:pPr>
    </w:p>
    <w:p w:rsidR="00A77422" w:rsidRDefault="00A77422" w:rsidP="003F7EF1">
      <w:pPr>
        <w:spacing w:after="0" w:line="240" w:lineRule="auto"/>
        <w:ind w:left="1418" w:right="1274"/>
        <w:jc w:val="both"/>
        <w:rPr>
          <w:rFonts w:ascii="Times New Roman" w:hAnsi="Times New Roman"/>
          <w:b/>
          <w:i/>
          <w:color w:val="000000"/>
          <w:sz w:val="48"/>
          <w:szCs w:val="48"/>
          <w:lang w:eastAsia="ru-RU"/>
        </w:rPr>
      </w:pPr>
      <w:bookmarkStart w:id="0" w:name="_GoBack"/>
      <w:bookmarkEnd w:id="0"/>
    </w:p>
    <w:p w:rsidR="00A77422" w:rsidRDefault="00A77422" w:rsidP="003F7EF1">
      <w:pPr>
        <w:spacing w:after="0" w:line="240" w:lineRule="auto"/>
        <w:ind w:left="1418" w:right="1274"/>
        <w:jc w:val="both"/>
        <w:rPr>
          <w:rFonts w:ascii="Times New Roman" w:hAnsi="Times New Roman"/>
          <w:b/>
          <w:i/>
          <w:color w:val="000000"/>
          <w:sz w:val="48"/>
          <w:szCs w:val="48"/>
          <w:lang w:eastAsia="ru-RU"/>
        </w:rPr>
      </w:pPr>
    </w:p>
    <w:p w:rsidR="00A77422" w:rsidRDefault="00A77422" w:rsidP="003F7EF1">
      <w:pPr>
        <w:spacing w:after="0" w:line="240" w:lineRule="auto"/>
        <w:ind w:left="1418" w:right="1274"/>
        <w:jc w:val="both"/>
        <w:rPr>
          <w:rFonts w:ascii="Times New Roman" w:hAnsi="Times New Roman"/>
          <w:b/>
          <w:i/>
          <w:color w:val="000000"/>
          <w:sz w:val="48"/>
          <w:szCs w:val="48"/>
          <w:lang w:eastAsia="ru-RU"/>
        </w:rPr>
      </w:pPr>
    </w:p>
    <w:p w:rsidR="00A77422" w:rsidRDefault="00A77422" w:rsidP="003F7EF1">
      <w:pPr>
        <w:spacing w:after="0" w:line="240" w:lineRule="auto"/>
        <w:ind w:left="1418" w:right="1274"/>
        <w:jc w:val="both"/>
        <w:rPr>
          <w:rFonts w:ascii="Times New Roman" w:hAnsi="Times New Roman"/>
          <w:b/>
          <w:i/>
          <w:color w:val="000000"/>
          <w:sz w:val="48"/>
          <w:szCs w:val="48"/>
          <w:lang w:eastAsia="ru-RU"/>
        </w:rPr>
      </w:pPr>
    </w:p>
    <w:p w:rsidR="00A77422" w:rsidRDefault="00A77422" w:rsidP="00762192">
      <w:pPr>
        <w:spacing w:after="0" w:line="240" w:lineRule="auto"/>
        <w:ind w:right="-1"/>
        <w:jc w:val="center"/>
        <w:rPr>
          <w:rFonts w:ascii="Times New Roman" w:hAnsi="Times New Roman"/>
          <w:b/>
          <w:i/>
          <w:color w:val="000000"/>
          <w:sz w:val="48"/>
          <w:szCs w:val="48"/>
          <w:lang w:eastAsia="ru-RU"/>
        </w:rPr>
      </w:pPr>
      <w:r w:rsidRPr="003F7EF1">
        <w:rPr>
          <w:rFonts w:ascii="Times New Roman" w:hAnsi="Times New Roman"/>
          <w:b/>
          <w:color w:val="000000"/>
          <w:sz w:val="40"/>
          <w:szCs w:val="40"/>
          <w:lang w:eastAsia="ru-RU"/>
        </w:rPr>
        <w:t>Сценарий развлечения совместно с родителями</w:t>
      </w:r>
    </w:p>
    <w:p w:rsidR="00A77422" w:rsidRPr="00762192" w:rsidRDefault="00A77422" w:rsidP="00762192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72"/>
          <w:szCs w:val="96"/>
          <w:lang w:eastAsia="ru-RU"/>
        </w:rPr>
      </w:pPr>
      <w:r w:rsidRPr="00762192">
        <w:rPr>
          <w:rFonts w:ascii="Times New Roman" w:hAnsi="Times New Roman"/>
          <w:b/>
          <w:i/>
          <w:color w:val="000000"/>
          <w:sz w:val="72"/>
          <w:szCs w:val="96"/>
          <w:lang w:eastAsia="ru-RU"/>
        </w:rPr>
        <w:t>«Кулинарный поединок»</w:t>
      </w:r>
    </w:p>
    <w:p w:rsidR="00A77422" w:rsidRPr="00762192" w:rsidRDefault="00A77422" w:rsidP="003F7EF1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1"/>
          <w:szCs w:val="23"/>
          <w:lang w:eastAsia="ru-RU"/>
        </w:rPr>
      </w:pPr>
    </w:p>
    <w:p w:rsidR="00A77422" w:rsidRDefault="00A77422" w:rsidP="003F7EF1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  <w:r>
        <w:rPr>
          <w:rFonts w:ascii="yandex-sans" w:hAnsi="yandex-sans"/>
          <w:color w:val="000000"/>
          <w:sz w:val="23"/>
          <w:szCs w:val="23"/>
          <w:lang w:eastAsia="ru-RU"/>
        </w:rPr>
        <w:t xml:space="preserve"> </w:t>
      </w:r>
    </w:p>
    <w:p w:rsidR="00A77422" w:rsidRDefault="00A77422" w:rsidP="003F7EF1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A77422" w:rsidRDefault="00A77422" w:rsidP="003F7EF1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  <w:r>
        <w:rPr>
          <w:rFonts w:ascii="yandex-sans" w:hAnsi="yandex-sans"/>
          <w:color w:val="000000"/>
          <w:sz w:val="23"/>
          <w:szCs w:val="23"/>
          <w:lang w:eastAsia="ru-RU"/>
        </w:rPr>
        <w:t xml:space="preserve">                                                   </w:t>
      </w:r>
    </w:p>
    <w:p w:rsidR="00A77422" w:rsidRDefault="00A77422" w:rsidP="003F7EF1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A77422" w:rsidRDefault="00A77422" w:rsidP="003F7EF1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  <w:r>
        <w:rPr>
          <w:rFonts w:ascii="yandex-sans" w:hAnsi="yandex-sans"/>
          <w:color w:val="000000"/>
          <w:sz w:val="23"/>
          <w:szCs w:val="23"/>
          <w:lang w:eastAsia="ru-RU"/>
        </w:rPr>
        <w:t xml:space="preserve"> </w:t>
      </w:r>
    </w:p>
    <w:p w:rsidR="00A77422" w:rsidRDefault="00A77422" w:rsidP="003F7EF1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A77422" w:rsidRDefault="00A77422" w:rsidP="003F7EF1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A77422" w:rsidRDefault="00A77422" w:rsidP="003F7EF1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A77422" w:rsidRDefault="00A77422" w:rsidP="003F7EF1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  <w:r>
        <w:rPr>
          <w:rFonts w:ascii="yandex-sans" w:hAnsi="yandex-sans"/>
          <w:color w:val="000000"/>
          <w:sz w:val="23"/>
          <w:szCs w:val="23"/>
          <w:lang w:eastAsia="ru-RU"/>
        </w:rPr>
        <w:t xml:space="preserve">  </w:t>
      </w:r>
    </w:p>
    <w:p w:rsidR="00A77422" w:rsidRDefault="00A77422" w:rsidP="003F7EF1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A77422" w:rsidRDefault="00A77422" w:rsidP="003F7EF1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A77422" w:rsidRDefault="00A77422" w:rsidP="003F7EF1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  <w:r>
        <w:rPr>
          <w:rFonts w:ascii="yandex-sans" w:hAnsi="yandex-sans"/>
          <w:color w:val="000000"/>
          <w:sz w:val="23"/>
          <w:szCs w:val="23"/>
          <w:lang w:eastAsia="ru-RU"/>
        </w:rPr>
        <w:t xml:space="preserve"> </w:t>
      </w:r>
    </w:p>
    <w:p w:rsidR="00A77422" w:rsidRDefault="00A77422" w:rsidP="003F7EF1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  <w:r>
        <w:rPr>
          <w:rFonts w:ascii="yandex-sans" w:hAnsi="yandex-sans"/>
          <w:color w:val="000000"/>
          <w:sz w:val="23"/>
          <w:szCs w:val="23"/>
          <w:lang w:eastAsia="ru-RU"/>
        </w:rPr>
        <w:t xml:space="preserve"> </w:t>
      </w:r>
    </w:p>
    <w:p w:rsidR="00A77422" w:rsidRPr="00543622" w:rsidRDefault="00A77422" w:rsidP="003F7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ru-RU"/>
        </w:rPr>
      </w:pPr>
      <w:r>
        <w:rPr>
          <w:rFonts w:ascii="yandex-sans" w:hAnsi="yandex-sans"/>
          <w:color w:val="000000"/>
          <w:sz w:val="23"/>
          <w:szCs w:val="23"/>
          <w:lang w:eastAsia="ru-RU"/>
        </w:rPr>
        <w:t xml:space="preserve">  </w:t>
      </w:r>
    </w:p>
    <w:p w:rsidR="00A77422" w:rsidRDefault="00A77422" w:rsidP="003F7EF1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A77422" w:rsidRPr="00543622" w:rsidRDefault="00A77422" w:rsidP="00351908">
      <w:pPr>
        <w:shd w:val="clear" w:color="auto" w:fill="FFFFFF"/>
        <w:spacing w:after="0" w:line="240" w:lineRule="auto"/>
        <w:ind w:right="141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3622">
        <w:rPr>
          <w:rFonts w:ascii="Times New Roman" w:hAnsi="Times New Roman"/>
          <w:b/>
          <w:color w:val="000000"/>
          <w:sz w:val="28"/>
          <w:szCs w:val="28"/>
          <w:lang w:eastAsia="ru-RU"/>
        </w:rPr>
        <w:t>Подготовила:</w:t>
      </w:r>
      <w:r w:rsidRPr="005436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Морщакова Ольга Анатольевна,</w:t>
      </w:r>
    </w:p>
    <w:p w:rsidR="00A77422" w:rsidRPr="00543622" w:rsidRDefault="00A77422" w:rsidP="00351908">
      <w:pPr>
        <w:shd w:val="clear" w:color="auto" w:fill="FFFFFF"/>
        <w:spacing w:after="0" w:line="240" w:lineRule="auto"/>
        <w:ind w:right="141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36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воспитатель разновозрастной</w:t>
      </w:r>
    </w:p>
    <w:p w:rsidR="00A77422" w:rsidRPr="00543622" w:rsidRDefault="00A77422" w:rsidP="00351908">
      <w:pPr>
        <w:shd w:val="clear" w:color="auto" w:fill="FFFFFF"/>
        <w:spacing w:after="0" w:line="240" w:lineRule="auto"/>
        <w:ind w:right="141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36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группы </w:t>
      </w:r>
    </w:p>
    <w:p w:rsidR="00A77422" w:rsidRPr="00543622" w:rsidRDefault="00A77422" w:rsidP="003F7EF1">
      <w:pPr>
        <w:spacing w:after="0" w:line="240" w:lineRule="auto"/>
        <w:ind w:left="1418" w:right="1274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77422" w:rsidRDefault="00A77422" w:rsidP="003F7EF1">
      <w:pPr>
        <w:spacing w:after="0" w:line="240" w:lineRule="auto"/>
        <w:ind w:left="1418" w:right="1274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</w:p>
    <w:p w:rsidR="00A77422" w:rsidRDefault="00A77422" w:rsidP="003F7EF1">
      <w:pPr>
        <w:spacing w:after="0" w:line="240" w:lineRule="auto"/>
        <w:ind w:left="1418" w:right="1274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</w:p>
    <w:p w:rsidR="00A77422" w:rsidRDefault="00A77422" w:rsidP="003F7EF1">
      <w:pPr>
        <w:spacing w:after="0" w:line="240" w:lineRule="auto"/>
        <w:ind w:left="1418" w:right="1274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</w:p>
    <w:p w:rsidR="00A77422" w:rsidRDefault="00A77422" w:rsidP="003F7EF1">
      <w:pPr>
        <w:spacing w:after="0" w:line="240" w:lineRule="auto"/>
        <w:ind w:left="1418" w:right="1274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</w:p>
    <w:p w:rsidR="00A77422" w:rsidRDefault="00A77422" w:rsidP="003F7EF1">
      <w:pPr>
        <w:spacing w:after="0" w:line="240" w:lineRule="auto"/>
        <w:ind w:left="1418" w:right="1274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</w:p>
    <w:p w:rsidR="00A77422" w:rsidRDefault="00A77422" w:rsidP="003F7EF1">
      <w:pPr>
        <w:spacing w:after="0" w:line="240" w:lineRule="auto"/>
        <w:ind w:left="1418" w:right="1274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</w:p>
    <w:p w:rsidR="00A77422" w:rsidRDefault="00A77422" w:rsidP="003F7EF1">
      <w:pPr>
        <w:spacing w:after="0" w:line="240" w:lineRule="auto"/>
        <w:ind w:left="1418" w:right="1274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</w:p>
    <w:p w:rsidR="00A77422" w:rsidRDefault="00A77422" w:rsidP="003F7EF1">
      <w:pPr>
        <w:spacing w:after="0" w:line="240" w:lineRule="auto"/>
        <w:ind w:left="1418" w:right="1274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</w:p>
    <w:p w:rsidR="00A77422" w:rsidRPr="00543622" w:rsidRDefault="00A77422" w:rsidP="00543622">
      <w:pPr>
        <w:spacing w:after="0" w:line="240" w:lineRule="auto"/>
        <w:ind w:left="1418" w:right="1274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3622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ело </w:t>
      </w:r>
      <w:r w:rsidRPr="00543622">
        <w:rPr>
          <w:rFonts w:ascii="Times New Roman" w:hAnsi="Times New Roman"/>
          <w:color w:val="000000"/>
          <w:sz w:val="28"/>
          <w:szCs w:val="28"/>
          <w:lang w:eastAsia="ru-RU"/>
        </w:rPr>
        <w:t>Ржевка,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43622">
        <w:rPr>
          <w:rFonts w:ascii="Times New Roman" w:hAnsi="Times New Roman"/>
          <w:color w:val="000000"/>
          <w:sz w:val="28"/>
          <w:szCs w:val="28"/>
          <w:lang w:eastAsia="ru-RU"/>
        </w:rPr>
        <w:t>2019 год</w:t>
      </w:r>
    </w:p>
    <w:p w:rsidR="00A77422" w:rsidRDefault="00A77422" w:rsidP="003F7EF1">
      <w:pPr>
        <w:spacing w:after="0" w:line="240" w:lineRule="auto"/>
        <w:ind w:left="1418" w:right="1274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</w:p>
    <w:p w:rsidR="00A77422" w:rsidRDefault="00A77422" w:rsidP="00762192">
      <w:pPr>
        <w:tabs>
          <w:tab w:val="left" w:pos="7797"/>
        </w:tabs>
        <w:spacing w:after="0" w:line="240" w:lineRule="auto"/>
        <w:ind w:right="-1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</w:p>
    <w:p w:rsidR="00A77422" w:rsidRPr="003F7EF1" w:rsidRDefault="00A77422" w:rsidP="00762192">
      <w:pPr>
        <w:tabs>
          <w:tab w:val="left" w:pos="7797"/>
        </w:tabs>
        <w:spacing w:after="0" w:line="240" w:lineRule="auto"/>
        <w:ind w:right="-1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F7EF1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Сценарий развлечения совместно с родителями «Кулинарный поединок» </w:t>
      </w:r>
    </w:p>
    <w:p w:rsidR="00A77422" w:rsidRDefault="00A77422" w:rsidP="00FC01B9">
      <w:pPr>
        <w:spacing w:after="0" w:line="240" w:lineRule="auto"/>
        <w:ind w:right="1274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77422" w:rsidRDefault="00A77422" w:rsidP="00FC01B9">
      <w:pPr>
        <w:spacing w:after="0" w:line="240" w:lineRule="auto"/>
        <w:ind w:right="127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C01B9">
        <w:rPr>
          <w:rFonts w:ascii="Times New Roman" w:hAnsi="Times New Roman"/>
          <w:b/>
          <w:color w:val="000000"/>
          <w:sz w:val="28"/>
          <w:szCs w:val="28"/>
          <w:u w:val="single"/>
          <w:lang w:eastAsia="ru-RU"/>
        </w:rPr>
        <w:t>Цель:</w:t>
      </w:r>
      <w:r w:rsidRPr="00A46BF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A46BF6">
        <w:rPr>
          <w:rFonts w:ascii="Times New Roman" w:hAnsi="Times New Roman"/>
          <w:color w:val="000000"/>
          <w:sz w:val="28"/>
          <w:szCs w:val="28"/>
          <w:lang w:eastAsia="ru-RU"/>
        </w:rPr>
        <w:t>формировать готовность родителей к сотрудниче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ству с педагогами детского сада.</w:t>
      </w:r>
    </w:p>
    <w:p w:rsidR="00A77422" w:rsidRDefault="00A77422" w:rsidP="00FC01B9">
      <w:pPr>
        <w:spacing w:after="0" w:line="240" w:lineRule="auto"/>
        <w:ind w:right="127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77422" w:rsidRPr="00FC01B9" w:rsidRDefault="00A77422" w:rsidP="00FC01B9">
      <w:pPr>
        <w:spacing w:after="0" w:line="240" w:lineRule="auto"/>
        <w:ind w:right="1274"/>
        <w:jc w:val="both"/>
        <w:rPr>
          <w:rFonts w:ascii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FC01B9">
        <w:rPr>
          <w:rFonts w:ascii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Задачи: </w:t>
      </w:r>
    </w:p>
    <w:p w:rsidR="00A77422" w:rsidRDefault="00A77422" w:rsidP="00FC01B9">
      <w:pPr>
        <w:spacing w:after="0" w:line="240" w:lineRule="auto"/>
        <w:ind w:right="1274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-</w:t>
      </w:r>
      <w:r w:rsidRPr="00A46BF6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развивать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</w:t>
      </w:r>
      <w:r w:rsidRPr="00A46BF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интерес к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приготовлению пищи;</w:t>
      </w:r>
    </w:p>
    <w:p w:rsidR="00A77422" w:rsidRDefault="00A77422" w:rsidP="00FC01B9">
      <w:pPr>
        <w:spacing w:after="0" w:line="240" w:lineRule="auto"/>
        <w:ind w:right="1274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-</w:t>
      </w:r>
      <w:r w:rsidRPr="00A46BF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побуждать к активному творчеству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; </w:t>
      </w:r>
    </w:p>
    <w:p w:rsidR="00A77422" w:rsidRDefault="00A77422" w:rsidP="00FC01B9">
      <w:pPr>
        <w:spacing w:after="0" w:line="240" w:lineRule="auto"/>
        <w:ind w:right="1274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-умение работать в команде. </w:t>
      </w:r>
    </w:p>
    <w:p w:rsidR="00A77422" w:rsidRDefault="00A77422" w:rsidP="00FC01B9">
      <w:pPr>
        <w:spacing w:after="0" w:line="240" w:lineRule="auto"/>
        <w:ind w:right="1274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FC01B9">
        <w:rPr>
          <w:rFonts w:ascii="Times New Roman" w:hAnsi="Times New Roman"/>
          <w:b/>
          <w:color w:val="111111"/>
          <w:sz w:val="28"/>
          <w:szCs w:val="28"/>
          <w:u w:val="single"/>
          <w:lang w:eastAsia="ru-RU"/>
        </w:rPr>
        <w:t>Оборудование</w:t>
      </w:r>
      <w:r>
        <w:rPr>
          <w:rFonts w:ascii="Times New Roman" w:hAnsi="Times New Roman"/>
          <w:b/>
          <w:color w:val="111111"/>
          <w:sz w:val="28"/>
          <w:szCs w:val="28"/>
          <w:u w:val="single"/>
          <w:lang w:eastAsia="ru-RU"/>
        </w:rPr>
        <w:t>: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ноутбук, колонки, столы, магнитофон, корзины с овощами, оборудование для приготовления блюд.  </w:t>
      </w:r>
    </w:p>
    <w:p w:rsidR="00A77422" w:rsidRDefault="00A77422" w:rsidP="00FC01B9">
      <w:pPr>
        <w:spacing w:after="0" w:line="240" w:lineRule="auto"/>
        <w:ind w:right="1274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</w:p>
    <w:p w:rsidR="00A77422" w:rsidRPr="00CA38FF" w:rsidRDefault="00A77422" w:rsidP="00FC01B9">
      <w:pPr>
        <w:spacing w:after="0" w:line="240" w:lineRule="auto"/>
        <w:ind w:right="1274"/>
        <w:jc w:val="both"/>
        <w:rPr>
          <w:rFonts w:ascii="Times New Roman" w:hAnsi="Times New Roman"/>
          <w:b/>
          <w:color w:val="111111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Pr="00AA7189">
        <w:rPr>
          <w:rFonts w:ascii="Times New Roman" w:hAnsi="Times New Roman"/>
          <w:b/>
          <w:color w:val="111111"/>
          <w:sz w:val="28"/>
          <w:szCs w:val="28"/>
          <w:u w:val="single"/>
          <w:lang w:eastAsia="ru-RU"/>
        </w:rPr>
        <w:t>Раздаточный материал:</w:t>
      </w:r>
      <w:r>
        <w:rPr>
          <w:rFonts w:ascii="Times New Roman" w:hAnsi="Times New Roman"/>
          <w:b/>
          <w:color w:val="111111"/>
          <w:sz w:val="28"/>
          <w:szCs w:val="28"/>
          <w:u w:val="single"/>
          <w:lang w:eastAsia="ru-RU"/>
        </w:rPr>
        <w:t xml:space="preserve"> </w:t>
      </w:r>
      <w:r w:rsidRPr="00CA38FF">
        <w:rPr>
          <w:rFonts w:ascii="Times New Roman" w:hAnsi="Times New Roman"/>
          <w:color w:val="111111"/>
          <w:sz w:val="28"/>
          <w:szCs w:val="28"/>
          <w:lang w:eastAsia="ru-RU"/>
        </w:rPr>
        <w:t>к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онверты с заданием.</w:t>
      </w:r>
    </w:p>
    <w:p w:rsidR="00A77422" w:rsidRDefault="00A77422" w:rsidP="00FC01B9">
      <w:pPr>
        <w:spacing w:after="0" w:line="240" w:lineRule="auto"/>
        <w:ind w:right="1274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A77422" w:rsidRPr="00CA38FF" w:rsidRDefault="00A77422" w:rsidP="00CA38FF">
      <w:pPr>
        <w:spacing w:after="0" w:line="240" w:lineRule="auto"/>
        <w:ind w:right="1274"/>
        <w:jc w:val="both"/>
        <w:rPr>
          <w:rFonts w:ascii="Times New Roman" w:hAnsi="Times New Roman"/>
          <w:b/>
          <w:color w:val="111111"/>
          <w:sz w:val="28"/>
          <w:szCs w:val="28"/>
          <w:u w:val="single"/>
          <w:lang w:eastAsia="ru-RU"/>
        </w:rPr>
      </w:pPr>
      <w:r w:rsidRPr="0075227A">
        <w:rPr>
          <w:rFonts w:ascii="Times New Roman" w:hAnsi="Times New Roman"/>
          <w:b/>
          <w:color w:val="111111"/>
          <w:sz w:val="28"/>
          <w:szCs w:val="28"/>
          <w:u w:val="single"/>
          <w:lang w:eastAsia="ru-RU"/>
        </w:rPr>
        <w:t>Предварительная работа</w:t>
      </w:r>
      <w:r>
        <w:rPr>
          <w:rFonts w:ascii="Times New Roman" w:hAnsi="Times New Roman"/>
          <w:b/>
          <w:color w:val="111111"/>
          <w:sz w:val="28"/>
          <w:szCs w:val="28"/>
          <w:u w:val="single"/>
          <w:lang w:eastAsia="ru-RU"/>
        </w:rPr>
        <w:t>:  б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еседа с родителями о принятии участия в развлечении; разучивание стихов с детьми;  пошив костюмов; подбор музыкального сопровождения; декорации для зала. </w:t>
      </w:r>
    </w:p>
    <w:p w:rsidR="00A77422" w:rsidRPr="00762192" w:rsidRDefault="00A77422" w:rsidP="00CA38FF">
      <w:pPr>
        <w:spacing w:before="225" w:after="225" w:line="240" w:lineRule="auto"/>
        <w:ind w:firstLine="360"/>
        <w:jc w:val="center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762192">
        <w:rPr>
          <w:rFonts w:ascii="Times New Roman" w:hAnsi="Times New Roman"/>
          <w:b/>
          <w:color w:val="111111"/>
          <w:sz w:val="28"/>
          <w:szCs w:val="28"/>
          <w:lang w:eastAsia="ru-RU"/>
        </w:rPr>
        <w:t>Ход мероприятия:</w:t>
      </w:r>
    </w:p>
    <w:p w:rsidR="00A77422" w:rsidRPr="0002785A" w:rsidRDefault="00A77422" w:rsidP="00762192">
      <w:pPr>
        <w:spacing w:before="225" w:after="225" w:line="240" w:lineRule="auto"/>
        <w:ind w:firstLine="360"/>
        <w:jc w:val="center"/>
        <w:rPr>
          <w:rFonts w:ascii="Times New Roman" w:hAnsi="Times New Roman"/>
          <w:i/>
          <w:color w:val="111111"/>
          <w:sz w:val="28"/>
          <w:szCs w:val="28"/>
          <w:lang w:eastAsia="ru-RU"/>
        </w:rPr>
      </w:pPr>
      <w:r w:rsidRPr="0002785A">
        <w:rPr>
          <w:rFonts w:ascii="Times New Roman" w:hAnsi="Times New Roman"/>
          <w:i/>
          <w:color w:val="111111"/>
          <w:sz w:val="28"/>
          <w:szCs w:val="28"/>
          <w:lang w:eastAsia="ru-RU"/>
        </w:rPr>
        <w:t>(В зале располагаются зрител</w:t>
      </w:r>
      <w:r>
        <w:rPr>
          <w:rFonts w:ascii="Times New Roman" w:hAnsi="Times New Roman"/>
          <w:i/>
          <w:color w:val="111111"/>
          <w:sz w:val="28"/>
          <w:szCs w:val="28"/>
          <w:lang w:eastAsia="ru-RU"/>
        </w:rPr>
        <w:t>и, дети, родители. Зал украшен</w:t>
      </w:r>
      <w:r w:rsidRPr="0002785A">
        <w:rPr>
          <w:rFonts w:ascii="Times New Roman" w:hAnsi="Times New Roman"/>
          <w:i/>
          <w:color w:val="111111"/>
          <w:sz w:val="28"/>
          <w:szCs w:val="28"/>
          <w:lang w:eastAsia="ru-RU"/>
        </w:rPr>
        <w:t>. Звучит музыкальная заставка к телевизионной передаче</w:t>
      </w:r>
      <w:r>
        <w:rPr>
          <w:rFonts w:ascii="Times New Roman" w:hAnsi="Times New Roman"/>
          <w:i/>
          <w:color w:val="111111"/>
          <w:sz w:val="28"/>
          <w:szCs w:val="28"/>
          <w:lang w:eastAsia="ru-RU"/>
        </w:rPr>
        <w:t xml:space="preserve"> </w:t>
      </w:r>
      <w:r w:rsidRPr="0002785A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02785A">
        <w:rPr>
          <w:rFonts w:ascii="Times New Roman" w:hAnsi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Кулинарный поединок</w:t>
      </w:r>
      <w:r w:rsidRPr="0002785A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02785A">
        <w:rPr>
          <w:rFonts w:ascii="Times New Roman" w:hAnsi="Times New Roman"/>
          <w:i/>
          <w:color w:val="111111"/>
          <w:sz w:val="28"/>
          <w:szCs w:val="28"/>
          <w:lang w:eastAsia="ru-RU"/>
        </w:rPr>
        <w:t>, в зал выходит Ведущий.)</w:t>
      </w:r>
    </w:p>
    <w:p w:rsidR="00A77422" w:rsidRPr="0084313B" w:rsidRDefault="00A77422" w:rsidP="0084313B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02785A">
        <w:rPr>
          <w:rFonts w:ascii="Times New Roman" w:hAnsi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02785A">
        <w:rPr>
          <w:rFonts w:ascii="Times New Roman" w:hAnsi="Times New Roman"/>
          <w:b/>
          <w:color w:val="111111"/>
          <w:sz w:val="28"/>
          <w:szCs w:val="28"/>
          <w:lang w:eastAsia="ru-RU"/>
        </w:rPr>
        <w:t>: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- Добрый день, дорогие друзья! Всех гурман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ов и сладкоежек, вегетарианцев и 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любителей всевозможных диет мы приглашаем к нам на </w:t>
      </w:r>
      <w:r w:rsidRPr="0084313B">
        <w:rPr>
          <w:rFonts w:ascii="Times New Roman" w:hAnsi="Times New Roman"/>
          <w:color w:val="111111"/>
          <w:sz w:val="28"/>
          <w:szCs w:val="28"/>
          <w:lang w:eastAsia="ru-RU"/>
        </w:rPr>
        <w:t>«</w:t>
      </w:r>
      <w:r w:rsidRPr="0084313B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Кулинарный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Pr="0084313B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поединок</w:t>
      </w:r>
      <w:r w:rsidRPr="0084313B">
        <w:rPr>
          <w:rFonts w:ascii="Times New Roman" w:hAnsi="Times New Roman"/>
          <w:color w:val="111111"/>
          <w:sz w:val="28"/>
          <w:szCs w:val="28"/>
          <w:lang w:eastAsia="ru-RU"/>
        </w:rPr>
        <w:t>»!</w:t>
      </w:r>
    </w:p>
    <w:p w:rsidR="00A77422" w:rsidRPr="00A52195" w:rsidRDefault="00A77422" w:rsidP="0002785A">
      <w:pPr>
        <w:spacing w:after="0" w:line="240" w:lineRule="auto"/>
        <w:ind w:firstLine="360"/>
        <w:jc w:val="center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A52195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(Звучат фанфары)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A77422" w:rsidRDefault="00A77422" w:rsidP="00FF2227">
      <w:pPr>
        <w:spacing w:after="0" w:line="240" w:lineRule="auto"/>
        <w:ind w:firstLine="360"/>
        <w:jc w:val="both"/>
        <w:rPr>
          <w:rFonts w:ascii="Times New Roman" w:hAnsi="Times New Roman"/>
          <w:color w:val="0000FF"/>
          <w:sz w:val="28"/>
          <w:szCs w:val="28"/>
          <w:lang w:eastAsia="ru-RU"/>
        </w:rPr>
      </w:pPr>
      <w:r w:rsidRPr="0002785A">
        <w:rPr>
          <w:rFonts w:ascii="Times New Roman" w:hAnsi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02785A">
        <w:rPr>
          <w:rFonts w:ascii="Times New Roman" w:hAnsi="Times New Roman"/>
          <w:b/>
          <w:color w:val="111111"/>
          <w:sz w:val="28"/>
          <w:szCs w:val="28"/>
          <w:lang w:eastAsia="ru-RU"/>
        </w:rPr>
        <w:t>: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- Вам предстоит увидеть, как в искусных руках наших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Pr="0084313B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кулинаров обычные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>продукты превращаю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тся в изумительно-вкусные блюда</w:t>
      </w:r>
      <w:r w:rsidRPr="0084313B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У нас в 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>гостях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>самые добрые, самые ласковые, самые заботливые, самые любимые – это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наши мамы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>!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</w:p>
    <w:p w:rsidR="00A77422" w:rsidRPr="00FF2227" w:rsidRDefault="00A77422" w:rsidP="00FF2227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2785A">
        <w:rPr>
          <w:rFonts w:ascii="Times New Roman" w:hAnsi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02785A">
        <w:rPr>
          <w:rFonts w:ascii="Times New Roman" w:hAnsi="Times New Roman"/>
          <w:b/>
          <w:color w:val="111111"/>
          <w:sz w:val="28"/>
          <w:szCs w:val="28"/>
          <w:lang w:eastAsia="ru-RU"/>
        </w:rPr>
        <w:t>:</w:t>
      </w:r>
      <w:r>
        <w:rPr>
          <w:rFonts w:ascii="Times New Roman" w:hAnsi="Times New Roman"/>
          <w:b/>
          <w:color w:val="111111"/>
          <w:sz w:val="28"/>
          <w:szCs w:val="28"/>
          <w:lang w:eastAsia="ru-RU"/>
        </w:rPr>
        <w:t xml:space="preserve"> </w:t>
      </w:r>
      <w:r w:rsidRPr="00FF2227">
        <w:rPr>
          <w:rFonts w:ascii="Times New Roman" w:hAnsi="Times New Roman"/>
          <w:color w:val="000000"/>
          <w:sz w:val="28"/>
          <w:szCs w:val="28"/>
          <w:lang w:eastAsia="ru-RU"/>
        </w:rPr>
        <w:t>Раз у нас конкурс, значит, должно быть и жюри, строгое и справедливое. В состав нашего жюри входят</w:t>
      </w:r>
      <w:r w:rsidRPr="0002785A">
        <w:rPr>
          <w:rFonts w:ascii="Times New Roman" w:hAnsi="Times New Roman"/>
          <w:i/>
          <w:color w:val="000000"/>
          <w:sz w:val="28"/>
          <w:szCs w:val="28"/>
          <w:lang w:eastAsia="ru-RU"/>
        </w:rPr>
        <w:t>: (представляется жюри)</w:t>
      </w:r>
      <w:r w:rsidRPr="00FF222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Жюри оценивает каждый конкурс по 5-бальной шкале. </w:t>
      </w:r>
      <w:r w:rsidRPr="001A1174">
        <w:rPr>
          <w:rFonts w:ascii="Times New Roman" w:hAnsi="Times New Roman"/>
          <w:color w:val="FF0000"/>
          <w:sz w:val="28"/>
          <w:szCs w:val="28"/>
          <w:lang w:eastAsia="ru-RU"/>
        </w:rPr>
        <w:t xml:space="preserve">Итак, можно начинать наш конкурс «Кулинарный поединок». </w:t>
      </w:r>
      <w:r w:rsidRPr="00FF2227">
        <w:rPr>
          <w:rFonts w:ascii="Times New Roman" w:hAnsi="Times New Roman"/>
          <w:color w:val="000000"/>
          <w:sz w:val="28"/>
          <w:szCs w:val="28"/>
          <w:lang w:eastAsia="ru-RU"/>
        </w:rPr>
        <w:t>Хочется пожелать нашим командам успехов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77422" w:rsidRDefault="00A77422" w:rsidP="00B24BEE">
      <w:pPr>
        <w:spacing w:after="0" w:line="240" w:lineRule="auto"/>
        <w:ind w:firstLine="360"/>
        <w:jc w:val="center"/>
        <w:rPr>
          <w:rFonts w:ascii="Times New Roman" w:hAnsi="Times New Roman"/>
          <w:color w:val="0000FF"/>
          <w:sz w:val="28"/>
          <w:szCs w:val="28"/>
          <w:lang w:eastAsia="ru-RU"/>
        </w:rPr>
      </w:pPr>
      <w:r w:rsidRPr="00FF2227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Pr="0002785A">
        <w:rPr>
          <w:rFonts w:ascii="Times New Roman" w:hAnsi="Times New Roman"/>
          <w:i/>
          <w:color w:val="000000"/>
          <w:sz w:val="28"/>
          <w:szCs w:val="28"/>
          <w:lang w:eastAsia="ru-RU"/>
        </w:rPr>
        <w:t>Знакомство с командами. Участники занимают места за столами, на которых стоят таблички с названиями команд.)</w:t>
      </w:r>
    </w:p>
    <w:p w:rsidR="00A77422" w:rsidRDefault="00A77422" w:rsidP="00B24BEE">
      <w:pPr>
        <w:spacing w:after="0" w:line="240" w:lineRule="auto"/>
        <w:ind w:firstLine="360"/>
        <w:rPr>
          <w:rFonts w:ascii="Times New Roman" w:hAnsi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И так к</w:t>
      </w:r>
      <w:r w:rsidRPr="00B24BEE">
        <w:rPr>
          <w:rFonts w:ascii="Times New Roman" w:hAnsi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онкурс №1.</w:t>
      </w:r>
    </w:p>
    <w:p w:rsidR="00A77422" w:rsidRDefault="00A77422" w:rsidP="00B24BEE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B24BEE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24BEE">
        <w:rPr>
          <w:rFonts w:ascii="Times New Roman" w:hAnsi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Ведущий:</w:t>
      </w:r>
      <w:r w:rsidRPr="00B24BEE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24BEE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«Давайте зна</w:t>
      </w:r>
      <w:r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комиться!». Команды должны представить себя.</w:t>
      </w:r>
    </w:p>
    <w:p w:rsidR="00A77422" w:rsidRDefault="00A77422" w:rsidP="00B24BEE">
      <w:pPr>
        <w:spacing w:after="0" w:line="240" w:lineRule="auto"/>
        <w:ind w:firstLine="360"/>
        <w:rPr>
          <w:rFonts w:ascii="Times New Roman" w:hAnsi="Times New Roman"/>
          <w:color w:val="FF0000"/>
          <w:sz w:val="28"/>
          <w:szCs w:val="28"/>
          <w:bdr w:val="none" w:sz="0" w:space="0" w:color="auto" w:frame="1"/>
          <w:lang w:eastAsia="ru-RU"/>
        </w:rPr>
      </w:pPr>
      <w:r w:rsidRPr="001A1174">
        <w:rPr>
          <w:rFonts w:ascii="Times New Roman" w:hAnsi="Times New Roman"/>
          <w:color w:val="FF0000"/>
          <w:sz w:val="28"/>
          <w:szCs w:val="28"/>
          <w:bdr w:val="none" w:sz="0" w:space="0" w:color="auto" w:frame="1"/>
          <w:lang w:eastAsia="ru-RU"/>
        </w:rPr>
        <w:t xml:space="preserve"> И слово представляется команде «Чипол</w:t>
      </w:r>
      <w:r>
        <w:rPr>
          <w:rFonts w:ascii="Times New Roman" w:hAnsi="Times New Roman"/>
          <w:color w:val="FF0000"/>
          <w:sz w:val="28"/>
          <w:szCs w:val="28"/>
          <w:bdr w:val="none" w:sz="0" w:space="0" w:color="auto" w:frame="1"/>
          <w:lang w:eastAsia="ru-RU"/>
        </w:rPr>
        <w:t>л</w:t>
      </w:r>
      <w:r w:rsidRPr="001A1174">
        <w:rPr>
          <w:rFonts w:ascii="Times New Roman" w:hAnsi="Times New Roman"/>
          <w:color w:val="FF0000"/>
          <w:sz w:val="28"/>
          <w:szCs w:val="28"/>
          <w:bdr w:val="none" w:sz="0" w:space="0" w:color="auto" w:frame="1"/>
          <w:lang w:eastAsia="ru-RU"/>
        </w:rPr>
        <w:t>ино</w:t>
      </w:r>
      <w:r>
        <w:rPr>
          <w:rFonts w:ascii="Times New Roman" w:hAnsi="Times New Roman"/>
          <w:color w:val="FF0000"/>
          <w:sz w:val="28"/>
          <w:szCs w:val="28"/>
          <w:bdr w:val="none" w:sz="0" w:space="0" w:color="auto" w:frame="1"/>
          <w:lang w:eastAsia="ru-RU"/>
        </w:rPr>
        <w:t>????</w:t>
      </w:r>
      <w:r w:rsidRPr="001A1174">
        <w:rPr>
          <w:rFonts w:ascii="Times New Roman" w:hAnsi="Times New Roman"/>
          <w:color w:val="FF0000"/>
          <w:sz w:val="28"/>
          <w:szCs w:val="28"/>
          <w:bdr w:val="none" w:sz="0" w:space="0" w:color="auto" w:frame="1"/>
          <w:lang w:eastAsia="ru-RU"/>
        </w:rPr>
        <w:t>».</w:t>
      </w:r>
    </w:p>
    <w:p w:rsidR="00A77422" w:rsidRPr="001A1174" w:rsidRDefault="00A77422" w:rsidP="00B24BEE">
      <w:pPr>
        <w:spacing w:after="0" w:line="240" w:lineRule="auto"/>
        <w:ind w:firstLine="360"/>
        <w:rPr>
          <w:rFonts w:ascii="Times New Roman" w:hAnsi="Times New Roman"/>
          <w:color w:val="FF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color w:val="FF0000"/>
          <w:sz w:val="28"/>
          <w:szCs w:val="28"/>
          <w:bdr w:val="none" w:sz="0" w:space="0" w:color="auto" w:frame="1"/>
          <w:lang w:eastAsia="ru-RU"/>
        </w:rPr>
        <w:t xml:space="preserve">Слово </w:t>
      </w:r>
      <w:r w:rsidRPr="001A1174">
        <w:rPr>
          <w:rFonts w:ascii="Times New Roman" w:hAnsi="Times New Roman"/>
          <w:color w:val="FF0000"/>
          <w:sz w:val="28"/>
          <w:szCs w:val="28"/>
          <w:bdr w:val="none" w:sz="0" w:space="0" w:color="auto" w:frame="1"/>
          <w:lang w:eastAsia="ru-RU"/>
        </w:rPr>
        <w:t>представляется команде «Чипол</w:t>
      </w:r>
      <w:r>
        <w:rPr>
          <w:rFonts w:ascii="Times New Roman" w:hAnsi="Times New Roman"/>
          <w:color w:val="FF0000"/>
          <w:sz w:val="28"/>
          <w:szCs w:val="28"/>
          <w:bdr w:val="none" w:sz="0" w:space="0" w:color="auto" w:frame="1"/>
          <w:lang w:eastAsia="ru-RU"/>
        </w:rPr>
        <w:t>л</w:t>
      </w:r>
      <w:r w:rsidRPr="001A1174">
        <w:rPr>
          <w:rFonts w:ascii="Times New Roman" w:hAnsi="Times New Roman"/>
          <w:color w:val="FF0000"/>
          <w:sz w:val="28"/>
          <w:szCs w:val="28"/>
          <w:bdr w:val="none" w:sz="0" w:space="0" w:color="auto" w:frame="1"/>
          <w:lang w:eastAsia="ru-RU"/>
        </w:rPr>
        <w:t>ино</w:t>
      </w:r>
      <w:r>
        <w:rPr>
          <w:rFonts w:ascii="Times New Roman" w:hAnsi="Times New Roman"/>
          <w:color w:val="FF0000"/>
          <w:sz w:val="28"/>
          <w:szCs w:val="28"/>
          <w:bdr w:val="none" w:sz="0" w:space="0" w:color="auto" w:frame="1"/>
          <w:lang w:eastAsia="ru-RU"/>
        </w:rPr>
        <w:t>????</w:t>
      </w:r>
      <w:r w:rsidRPr="001A1174">
        <w:rPr>
          <w:rFonts w:ascii="Times New Roman" w:hAnsi="Times New Roman"/>
          <w:color w:val="FF0000"/>
          <w:sz w:val="28"/>
          <w:szCs w:val="28"/>
          <w:bdr w:val="none" w:sz="0" w:space="0" w:color="auto" w:frame="1"/>
          <w:lang w:eastAsia="ru-RU"/>
        </w:rPr>
        <w:t>».</w:t>
      </w:r>
    </w:p>
    <w:p w:rsidR="00A77422" w:rsidRDefault="00A77422" w:rsidP="00B24BEE">
      <w:pPr>
        <w:spacing w:after="0" w:line="240" w:lineRule="auto"/>
        <w:ind w:firstLine="360"/>
        <w:rPr>
          <w:rFonts w:ascii="Times New Roman" w:hAnsi="Times New Roman"/>
          <w:i/>
          <w:color w:val="111111"/>
          <w:sz w:val="28"/>
          <w:szCs w:val="28"/>
          <w:bdr w:val="none" w:sz="0" w:space="0" w:color="auto" w:frame="1"/>
          <w:lang w:eastAsia="ru-RU"/>
        </w:rPr>
      </w:pPr>
      <w:r w:rsidRPr="00B24BEE">
        <w:rPr>
          <w:rFonts w:ascii="Times New Roman" w:hAnsi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 (команды представляют себя)</w:t>
      </w:r>
    </w:p>
    <w:p w:rsidR="00A77422" w:rsidRPr="00B24BEE" w:rsidRDefault="00A77422" w:rsidP="00EC3C58">
      <w:pPr>
        <w:spacing w:after="0" w:line="240" w:lineRule="auto"/>
        <w:ind w:firstLine="360"/>
        <w:jc w:val="both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B24BEE">
        <w:rPr>
          <w:rFonts w:ascii="Times New Roman" w:hAnsi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Ведущий:</w:t>
      </w:r>
      <w:r w:rsidRPr="00B24BEE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24BEE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Очень приятно, что знакомство состоялось, удачи вам в дальнейшем.</w:t>
      </w:r>
    </w:p>
    <w:p w:rsidR="00A77422" w:rsidRPr="00B24BEE" w:rsidRDefault="00A77422" w:rsidP="00EC3C58">
      <w:pPr>
        <w:spacing w:after="0" w:line="240" w:lineRule="auto"/>
        <w:ind w:firstLine="360"/>
        <w:rPr>
          <w:rFonts w:ascii="Times New Roman" w:hAnsi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 w:rsidRPr="00B24BEE">
        <w:rPr>
          <w:rFonts w:ascii="Times New Roman" w:hAnsi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Конкурс № 2 «Кладезь мудрости».</w:t>
      </w:r>
    </w:p>
    <w:p w:rsidR="00A77422" w:rsidRDefault="00A77422" w:rsidP="00EC3C58">
      <w:pPr>
        <w:spacing w:after="0" w:line="240" w:lineRule="auto"/>
        <w:ind w:firstLine="360"/>
        <w:jc w:val="both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B24BEE">
        <w:rPr>
          <w:rFonts w:ascii="Times New Roman" w:hAnsi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Ведущий:</w:t>
      </w:r>
      <w:r w:rsidRPr="00B24BEE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Наш следующий конкурс так и называется «Кладезь мудрости». Старинная народная пословица гласит: «Хлеб на столе, и стол – престол! А хлеба ни куска – то и стол – доска!»</w:t>
      </w:r>
      <w:r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A77422" w:rsidRDefault="00A77422" w:rsidP="00EC3C58">
      <w:pPr>
        <w:spacing w:after="0" w:line="240" w:lineRule="auto"/>
        <w:ind w:firstLine="360"/>
        <w:jc w:val="both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B24BEE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Проверим, знаете ли вы пословицы, ведь пословица – это кладезь мудрости. </w:t>
      </w:r>
    </w:p>
    <w:p w:rsidR="00A77422" w:rsidRDefault="00A77422" w:rsidP="00EC3C58">
      <w:pPr>
        <w:spacing w:after="0" w:line="240" w:lineRule="auto"/>
        <w:ind w:firstLine="360"/>
        <w:jc w:val="both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Уважаемые команды у вас на столах лежат конверты</w:t>
      </w:r>
      <w:r w:rsidRPr="00B24BEE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, в них листы со словами, из которых нужно составить пословицу.</w:t>
      </w:r>
    </w:p>
    <w:p w:rsidR="00A77422" w:rsidRPr="00B24BEE" w:rsidRDefault="00A77422" w:rsidP="00B24BEE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B24BEE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Пословицы и поговорки:</w:t>
      </w:r>
    </w:p>
    <w:p w:rsidR="00A77422" w:rsidRPr="00B24BEE" w:rsidRDefault="00A77422" w:rsidP="00B24BEE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B24BEE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1. Не красна изба углами, а красна пирогами.</w:t>
      </w:r>
    </w:p>
    <w:p w:rsidR="00A77422" w:rsidRPr="00B24BEE" w:rsidRDefault="00A77422" w:rsidP="00B24BEE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B24BEE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2. Если хлеба ни куска, так и в тереме тоска.</w:t>
      </w:r>
    </w:p>
    <w:p w:rsidR="00A77422" w:rsidRPr="00B24BEE" w:rsidRDefault="00A77422" w:rsidP="00B24BEE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B24BEE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3. Поел бы редьки, да зубы редки.</w:t>
      </w:r>
    </w:p>
    <w:p w:rsidR="00A77422" w:rsidRPr="00B24BEE" w:rsidRDefault="00A77422" w:rsidP="00B24BEE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B24BEE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4. Плох обед, коли хлеба нет.</w:t>
      </w:r>
    </w:p>
    <w:p w:rsidR="00A77422" w:rsidRPr="00B24BEE" w:rsidRDefault="00A77422" w:rsidP="00B24BEE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B24BEE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5. Щи да каша-пища наша.</w:t>
      </w:r>
    </w:p>
    <w:p w:rsidR="00A77422" w:rsidRPr="00B24BEE" w:rsidRDefault="00A77422" w:rsidP="00B24BEE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B24BEE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6. Без обеда ни красна беседа.</w:t>
      </w:r>
    </w:p>
    <w:p w:rsidR="00A77422" w:rsidRPr="00B24BEE" w:rsidRDefault="00A77422" w:rsidP="00B24BEE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B24BEE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7. Иной пирожок и корова не ест.</w:t>
      </w:r>
    </w:p>
    <w:p w:rsidR="00A77422" w:rsidRPr="00B24BEE" w:rsidRDefault="00A77422" w:rsidP="00B24BEE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B24BEE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8. Без капусты щи не густы.</w:t>
      </w:r>
    </w:p>
    <w:p w:rsidR="00A77422" w:rsidRPr="00B24BEE" w:rsidRDefault="00A77422" w:rsidP="00B24BEE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B24BEE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9. Был бы пирог, найдётся и едок.</w:t>
      </w:r>
    </w:p>
    <w:p w:rsidR="00A77422" w:rsidRDefault="00A77422" w:rsidP="00B24BEE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B24BEE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10. Гриб да огурец в животе не жилец. </w:t>
      </w:r>
    </w:p>
    <w:p w:rsidR="00A77422" w:rsidRDefault="00A77422" w:rsidP="00B24BEE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A77422" w:rsidRDefault="00A77422" w:rsidP="00B24BEE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154290">
        <w:rPr>
          <w:rFonts w:ascii="Times New Roman" w:hAnsi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Ведущий:</w:t>
      </w:r>
      <w:r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А пока команды собирают пословицы, для вас выступают дети с песней (</w:t>
      </w:r>
      <w:r w:rsidRPr="00A115A8">
        <w:rPr>
          <w:rFonts w:ascii="Times New Roman" w:hAnsi="Times New Roman"/>
          <w:color w:val="FF0000"/>
          <w:sz w:val="28"/>
          <w:szCs w:val="28"/>
          <w:bdr w:val="none" w:sz="0" w:space="0" w:color="auto" w:frame="1"/>
          <w:lang w:eastAsia="ru-RU"/>
        </w:rPr>
        <w:t>название песни:                             )</w:t>
      </w:r>
    </w:p>
    <w:p w:rsidR="00A77422" w:rsidRPr="00154290" w:rsidRDefault="00A77422" w:rsidP="00154290">
      <w:pPr>
        <w:spacing w:after="0" w:line="240" w:lineRule="auto"/>
        <w:ind w:firstLine="360"/>
        <w:jc w:val="center"/>
        <w:rPr>
          <w:rFonts w:ascii="Times New Roman" w:hAnsi="Times New Roman"/>
          <w:i/>
          <w:color w:val="111111"/>
          <w:sz w:val="28"/>
          <w:szCs w:val="28"/>
          <w:bdr w:val="none" w:sz="0" w:space="0" w:color="auto" w:frame="1"/>
          <w:lang w:eastAsia="ru-RU"/>
        </w:rPr>
      </w:pPr>
      <w:r w:rsidRPr="00154290">
        <w:rPr>
          <w:rFonts w:ascii="Times New Roman" w:hAnsi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(участники готовы, называют пословицы)</w:t>
      </w:r>
    </w:p>
    <w:p w:rsidR="00A77422" w:rsidRPr="001A216F" w:rsidRDefault="00A77422" w:rsidP="00B24BEE">
      <w:pPr>
        <w:spacing w:after="0" w:line="240" w:lineRule="auto"/>
        <w:ind w:firstLine="360"/>
        <w:rPr>
          <w:rFonts w:ascii="Times New Roman" w:hAnsi="Times New Roman"/>
          <w:b/>
          <w:sz w:val="28"/>
          <w:szCs w:val="28"/>
          <w:u w:val="single"/>
          <w:bdr w:val="none" w:sz="0" w:space="0" w:color="auto" w:frame="1"/>
          <w:lang w:eastAsia="ru-RU"/>
        </w:rPr>
      </w:pPr>
      <w:r w:rsidRPr="001A216F">
        <w:rPr>
          <w:rFonts w:ascii="Times New Roman" w:hAnsi="Times New Roman"/>
          <w:b/>
          <w:color w:val="FF0000"/>
          <w:sz w:val="28"/>
          <w:szCs w:val="28"/>
          <w:u w:val="single"/>
          <w:bdr w:val="none" w:sz="0" w:space="0" w:color="auto" w:frame="1"/>
          <w:lang w:eastAsia="ru-RU"/>
        </w:rPr>
        <w:t xml:space="preserve">Ведущий:  </w:t>
      </w:r>
      <w:r w:rsidRPr="001A216F">
        <w:rPr>
          <w:rFonts w:ascii="Times New Roman" w:hAnsi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И так представляем слово команде «Чиполино», команде ….  Каждой команде за правильный ответ дается 1 балл.</w:t>
      </w:r>
    </w:p>
    <w:p w:rsidR="00A77422" w:rsidRDefault="00A77422" w:rsidP="00B24BEE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Молодцы, вы справились с заданием.</w:t>
      </w:r>
    </w:p>
    <w:p w:rsidR="00A77422" w:rsidRPr="00B24BEE" w:rsidRDefault="00A77422" w:rsidP="001A216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A216F">
        <w:rPr>
          <w:rFonts w:ascii="Times New Roman" w:hAnsi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Ведущий:</w:t>
      </w:r>
      <w:r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 а следующий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конкурс №3 </w:t>
      </w:r>
      <w:r w:rsidRPr="00B24BEE">
        <w:rPr>
          <w:rFonts w:ascii="Times New Roman" w:hAnsi="Times New Roman"/>
          <w:b/>
          <w:sz w:val="28"/>
          <w:szCs w:val="28"/>
          <w:lang w:eastAsia="ru-RU"/>
        </w:rPr>
        <w:t xml:space="preserve"> «Конкурс знатоков»</w:t>
      </w:r>
      <w:r w:rsidRPr="00B24BEE">
        <w:rPr>
          <w:rFonts w:ascii="Times New Roman" w:hAnsi="Times New Roman"/>
          <w:sz w:val="28"/>
          <w:szCs w:val="28"/>
          <w:lang w:eastAsia="ru-RU"/>
        </w:rPr>
        <w:t>. Каждой команде задается по пять вопросов. За правильный ответ дается 1 балл</w:t>
      </w:r>
      <w:r w:rsidRPr="00B24BEE">
        <w:rPr>
          <w:rFonts w:ascii="Times New Roman" w:hAnsi="Times New Roman"/>
          <w:color w:val="0000FF"/>
          <w:sz w:val="28"/>
          <w:szCs w:val="28"/>
          <w:lang w:eastAsia="ru-RU"/>
        </w:rPr>
        <w:t>.</w:t>
      </w:r>
      <w:r w:rsidRPr="00B24BEE">
        <w:rPr>
          <w:rFonts w:ascii="Arial" w:hAnsi="Arial" w:cs="Arial"/>
          <w:color w:val="111111"/>
          <w:sz w:val="27"/>
          <w:szCs w:val="27"/>
        </w:rPr>
        <w:t xml:space="preserve"> </w:t>
      </w:r>
      <w:r w:rsidRPr="00187F77">
        <w:rPr>
          <w:rFonts w:ascii="Times New Roman" w:hAnsi="Times New Roman"/>
          <w:b/>
          <w:sz w:val="28"/>
          <w:szCs w:val="28"/>
        </w:rPr>
        <w:t>Вопросы для 1 команды:</w:t>
      </w:r>
    </w:p>
    <w:p w:rsidR="00A77422" w:rsidRPr="00B24BEE" w:rsidRDefault="00A77422" w:rsidP="00B24BEE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B24BEE">
        <w:rPr>
          <w:rFonts w:ascii="Times New Roman" w:hAnsi="Times New Roman"/>
          <w:sz w:val="28"/>
          <w:szCs w:val="28"/>
        </w:rPr>
        <w:t xml:space="preserve">- Как называется блюдо – тушеная картошка с мясом? </w:t>
      </w:r>
      <w:r w:rsidRPr="001A216F">
        <w:rPr>
          <w:rFonts w:ascii="Times New Roman" w:hAnsi="Times New Roman"/>
          <w:b/>
          <w:sz w:val="28"/>
          <w:szCs w:val="28"/>
        </w:rPr>
        <w:t>(Жаркое)</w:t>
      </w:r>
    </w:p>
    <w:p w:rsidR="00A77422" w:rsidRPr="00B24BEE" w:rsidRDefault="00A77422" w:rsidP="00B24BEE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B24BEE">
        <w:rPr>
          <w:rFonts w:ascii="Times New Roman" w:hAnsi="Times New Roman"/>
          <w:sz w:val="28"/>
          <w:szCs w:val="28"/>
        </w:rPr>
        <w:t xml:space="preserve">- Детская хороводная игра, получившая название в честь этого хлеба? </w:t>
      </w:r>
      <w:r w:rsidRPr="001A216F">
        <w:rPr>
          <w:rFonts w:ascii="Times New Roman" w:hAnsi="Times New Roman"/>
          <w:b/>
          <w:sz w:val="28"/>
          <w:szCs w:val="28"/>
        </w:rPr>
        <w:t>(Каравай)</w:t>
      </w:r>
    </w:p>
    <w:p w:rsidR="00A77422" w:rsidRPr="001A216F" w:rsidRDefault="00A77422" w:rsidP="001A216F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B24BEE">
        <w:rPr>
          <w:rFonts w:ascii="Times New Roman" w:hAnsi="Times New Roman"/>
          <w:sz w:val="28"/>
          <w:szCs w:val="28"/>
        </w:rPr>
        <w:t>- Чем</w:t>
      </w:r>
      <w:r>
        <w:rPr>
          <w:rFonts w:ascii="Times New Roman" w:hAnsi="Times New Roman"/>
          <w:sz w:val="28"/>
          <w:szCs w:val="28"/>
        </w:rPr>
        <w:t xml:space="preserve"> угощала в сказке Лиса Журавля, </w:t>
      </w:r>
      <w:r w:rsidRPr="00B24BEE">
        <w:rPr>
          <w:rFonts w:ascii="Times New Roman" w:hAnsi="Times New Roman"/>
          <w:sz w:val="28"/>
          <w:szCs w:val="28"/>
        </w:rPr>
        <w:t xml:space="preserve">а Журавль </w:t>
      </w:r>
      <w:r>
        <w:rPr>
          <w:rFonts w:ascii="Times New Roman" w:hAnsi="Times New Roman"/>
          <w:sz w:val="28"/>
          <w:szCs w:val="28"/>
        </w:rPr>
        <w:t>-</w:t>
      </w:r>
      <w:r w:rsidRPr="00B24BEE">
        <w:rPr>
          <w:rFonts w:ascii="Times New Roman" w:hAnsi="Times New Roman"/>
          <w:sz w:val="28"/>
          <w:szCs w:val="28"/>
        </w:rPr>
        <w:t>Лису? (</w:t>
      </w:r>
      <w:r w:rsidRPr="001A216F">
        <w:rPr>
          <w:rFonts w:ascii="Times New Roman" w:hAnsi="Times New Roman"/>
          <w:b/>
          <w:sz w:val="28"/>
          <w:szCs w:val="28"/>
        </w:rPr>
        <w:t>Кашей, окрошкой)</w:t>
      </w:r>
    </w:p>
    <w:p w:rsidR="00A77422" w:rsidRPr="00B24BEE" w:rsidRDefault="00A77422" w:rsidP="00B24BEE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B24BEE">
        <w:rPr>
          <w:rFonts w:ascii="Times New Roman" w:hAnsi="Times New Roman"/>
          <w:sz w:val="28"/>
          <w:szCs w:val="28"/>
        </w:rPr>
        <w:t xml:space="preserve">- Как назывались вечеринки на Руси </w:t>
      </w:r>
      <w:r w:rsidRPr="00187F77">
        <w:rPr>
          <w:rFonts w:ascii="Times New Roman" w:hAnsi="Times New Roman"/>
          <w:b/>
          <w:sz w:val="28"/>
          <w:szCs w:val="28"/>
        </w:rPr>
        <w:t>(Капустники)</w:t>
      </w:r>
    </w:p>
    <w:p w:rsidR="00A77422" w:rsidRDefault="00A77422" w:rsidP="00187F77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B24BEE">
        <w:rPr>
          <w:rFonts w:ascii="Times New Roman" w:hAnsi="Times New Roman"/>
          <w:sz w:val="28"/>
          <w:szCs w:val="28"/>
        </w:rPr>
        <w:t xml:space="preserve">-Что любил есть Винни –Пух?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7F77">
        <w:rPr>
          <w:rFonts w:ascii="Times New Roman" w:hAnsi="Times New Roman"/>
          <w:b/>
          <w:sz w:val="28"/>
          <w:szCs w:val="28"/>
        </w:rPr>
        <w:t>(Варенье)</w:t>
      </w:r>
    </w:p>
    <w:p w:rsidR="00A77422" w:rsidRPr="00187F77" w:rsidRDefault="00A77422" w:rsidP="00B24BEE">
      <w:pPr>
        <w:spacing w:after="0" w:line="240" w:lineRule="auto"/>
        <w:ind w:firstLine="360"/>
        <w:rPr>
          <w:rFonts w:ascii="Times New Roman" w:hAnsi="Times New Roman"/>
          <w:b/>
          <w:sz w:val="28"/>
          <w:szCs w:val="28"/>
          <w:lang w:eastAsia="ru-RU"/>
        </w:rPr>
      </w:pPr>
      <w:r w:rsidRPr="00187F77">
        <w:rPr>
          <w:rFonts w:ascii="Times New Roman" w:hAnsi="Times New Roman"/>
          <w:b/>
          <w:sz w:val="28"/>
          <w:szCs w:val="28"/>
          <w:lang w:eastAsia="ru-RU"/>
        </w:rPr>
        <w:t>Вопросы для 2 команды:</w:t>
      </w:r>
    </w:p>
    <w:p w:rsidR="00A77422" w:rsidRPr="00B24BEE" w:rsidRDefault="00A77422" w:rsidP="00B24BEE">
      <w:pPr>
        <w:spacing w:after="0" w:line="240" w:lineRule="auto"/>
        <w:ind w:firstLine="360"/>
        <w:rPr>
          <w:rFonts w:ascii="Times New Roman" w:hAnsi="Times New Roman"/>
          <w:sz w:val="28"/>
          <w:szCs w:val="28"/>
          <w:lang w:eastAsia="ru-RU"/>
        </w:rPr>
      </w:pPr>
      <w:r w:rsidRPr="00B24BEE">
        <w:rPr>
          <w:rFonts w:ascii="Times New Roman" w:hAnsi="Times New Roman"/>
          <w:sz w:val="28"/>
          <w:szCs w:val="28"/>
          <w:lang w:eastAsia="ru-RU"/>
        </w:rPr>
        <w:t xml:space="preserve">- Как называется пшеничный хлебец в виде кольца из заварного крутого теста? </w:t>
      </w:r>
      <w:r w:rsidRPr="00187F77">
        <w:rPr>
          <w:rFonts w:ascii="Times New Roman" w:hAnsi="Times New Roman"/>
          <w:b/>
          <w:sz w:val="28"/>
          <w:szCs w:val="28"/>
          <w:lang w:eastAsia="ru-RU"/>
        </w:rPr>
        <w:t>(Баранка)</w:t>
      </w:r>
    </w:p>
    <w:p w:rsidR="00A77422" w:rsidRPr="00B24BEE" w:rsidRDefault="00A77422" w:rsidP="00B24BEE">
      <w:pPr>
        <w:spacing w:after="0" w:line="240" w:lineRule="auto"/>
        <w:ind w:firstLine="360"/>
        <w:rPr>
          <w:rFonts w:ascii="Times New Roman" w:hAnsi="Times New Roman"/>
          <w:sz w:val="28"/>
          <w:szCs w:val="28"/>
          <w:lang w:eastAsia="ru-RU"/>
        </w:rPr>
      </w:pPr>
      <w:r w:rsidRPr="00B24BEE">
        <w:rPr>
          <w:rFonts w:ascii="Times New Roman" w:hAnsi="Times New Roman"/>
          <w:sz w:val="28"/>
          <w:szCs w:val="28"/>
          <w:lang w:eastAsia="ru-RU"/>
        </w:rPr>
        <w:t xml:space="preserve">- Что посадил дед и не мог вытянуть один? </w:t>
      </w:r>
      <w:r w:rsidRPr="00187F77">
        <w:rPr>
          <w:rFonts w:ascii="Times New Roman" w:hAnsi="Times New Roman"/>
          <w:b/>
          <w:sz w:val="28"/>
          <w:szCs w:val="28"/>
          <w:lang w:eastAsia="ru-RU"/>
        </w:rPr>
        <w:t>(Репку)</w:t>
      </w:r>
    </w:p>
    <w:p w:rsidR="00A77422" w:rsidRPr="00B24BEE" w:rsidRDefault="00A77422" w:rsidP="00B24BEE">
      <w:pPr>
        <w:spacing w:after="0" w:line="240" w:lineRule="auto"/>
        <w:ind w:firstLine="360"/>
        <w:rPr>
          <w:rFonts w:ascii="Times New Roman" w:hAnsi="Times New Roman"/>
          <w:sz w:val="28"/>
          <w:szCs w:val="28"/>
          <w:lang w:eastAsia="ru-RU"/>
        </w:rPr>
      </w:pPr>
      <w:r w:rsidRPr="00B24BEE">
        <w:rPr>
          <w:rFonts w:ascii="Times New Roman" w:hAnsi="Times New Roman"/>
          <w:sz w:val="28"/>
          <w:szCs w:val="28"/>
          <w:lang w:eastAsia="ru-RU"/>
        </w:rPr>
        <w:t xml:space="preserve">- Чем подавился петушок в сказке? </w:t>
      </w:r>
      <w:r w:rsidRPr="00187F77">
        <w:rPr>
          <w:rFonts w:ascii="Times New Roman" w:hAnsi="Times New Roman"/>
          <w:b/>
          <w:sz w:val="28"/>
          <w:szCs w:val="28"/>
          <w:lang w:eastAsia="ru-RU"/>
        </w:rPr>
        <w:t>(Бобовым зернышком)</w:t>
      </w:r>
    </w:p>
    <w:p w:rsidR="00A77422" w:rsidRPr="00B24BEE" w:rsidRDefault="00A77422" w:rsidP="00B24BEE">
      <w:pPr>
        <w:spacing w:after="0" w:line="240" w:lineRule="auto"/>
        <w:ind w:firstLine="360"/>
        <w:rPr>
          <w:rFonts w:ascii="Times New Roman" w:hAnsi="Times New Roman"/>
          <w:sz w:val="28"/>
          <w:szCs w:val="28"/>
          <w:lang w:eastAsia="ru-RU"/>
        </w:rPr>
      </w:pPr>
      <w:r w:rsidRPr="00B24BEE">
        <w:rPr>
          <w:rFonts w:ascii="Times New Roman" w:hAnsi="Times New Roman"/>
          <w:sz w:val="28"/>
          <w:szCs w:val="28"/>
          <w:lang w:eastAsia="ru-RU"/>
        </w:rPr>
        <w:t xml:space="preserve">- Что помогло спасти петушка от гибели? </w:t>
      </w:r>
      <w:r w:rsidRPr="00187F77">
        <w:rPr>
          <w:rFonts w:ascii="Times New Roman" w:hAnsi="Times New Roman"/>
          <w:b/>
          <w:sz w:val="28"/>
          <w:szCs w:val="28"/>
          <w:lang w:eastAsia="ru-RU"/>
        </w:rPr>
        <w:t>(Маслице)</w:t>
      </w:r>
    </w:p>
    <w:p w:rsidR="00A77422" w:rsidRPr="00B24BEE" w:rsidRDefault="00A77422" w:rsidP="00B24BEE">
      <w:pPr>
        <w:spacing w:after="0" w:line="240" w:lineRule="auto"/>
        <w:ind w:firstLine="360"/>
        <w:rPr>
          <w:rFonts w:ascii="Times New Roman" w:hAnsi="Times New Roman"/>
          <w:sz w:val="28"/>
          <w:szCs w:val="28"/>
          <w:lang w:eastAsia="ru-RU"/>
        </w:rPr>
      </w:pPr>
      <w:r w:rsidRPr="00B24BEE">
        <w:rPr>
          <w:rFonts w:ascii="Times New Roman" w:hAnsi="Times New Roman"/>
          <w:sz w:val="28"/>
          <w:szCs w:val="28"/>
          <w:lang w:eastAsia="ru-RU"/>
        </w:rPr>
        <w:t xml:space="preserve">-Какие овощи называются синенькими? </w:t>
      </w:r>
      <w:r w:rsidRPr="00187F77">
        <w:rPr>
          <w:rFonts w:ascii="Times New Roman" w:hAnsi="Times New Roman"/>
          <w:b/>
          <w:sz w:val="28"/>
          <w:szCs w:val="28"/>
          <w:lang w:eastAsia="ru-RU"/>
        </w:rPr>
        <w:t>(Баклажаны)</w:t>
      </w:r>
    </w:p>
    <w:p w:rsidR="00A77422" w:rsidRDefault="00A77422" w:rsidP="00B24BEE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A77422" w:rsidRPr="00B24BEE" w:rsidRDefault="00A77422" w:rsidP="00E36619">
      <w:pPr>
        <w:spacing w:after="0" w:line="240" w:lineRule="auto"/>
        <w:ind w:firstLine="360"/>
        <w:jc w:val="both"/>
        <w:rPr>
          <w:rFonts w:ascii="Times New Roman" w:hAnsi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 w:rsidRPr="00B24BEE">
        <w:rPr>
          <w:rFonts w:ascii="Times New Roman" w:hAnsi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Ведущий:</w:t>
      </w:r>
      <w:r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24BEE">
        <w:rPr>
          <w:rFonts w:ascii="Times New Roman" w:hAnsi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Конкурс № 4 «Наши руки не знают скуки»</w:t>
      </w:r>
      <w:r>
        <w:rPr>
          <w:rFonts w:ascii="Times New Roman" w:hAnsi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. 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>А теперь, посмотрите на свои столы. Здесь находятся те продукты, из которых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>вам предстоит приготовить свои самые интересные блюда.</w:t>
      </w:r>
    </w:p>
    <w:p w:rsidR="00A77422" w:rsidRPr="0002785A" w:rsidRDefault="00A77422" w:rsidP="0002785A">
      <w:pPr>
        <w:spacing w:before="225" w:after="225" w:line="240" w:lineRule="auto"/>
        <w:ind w:firstLine="360"/>
        <w:jc w:val="center"/>
        <w:rPr>
          <w:rFonts w:ascii="Times New Roman" w:hAnsi="Times New Roman"/>
          <w:i/>
          <w:color w:val="111111"/>
          <w:sz w:val="28"/>
          <w:szCs w:val="28"/>
          <w:lang w:eastAsia="ru-RU"/>
        </w:rPr>
      </w:pPr>
      <w:r w:rsidRPr="0002785A">
        <w:rPr>
          <w:rFonts w:ascii="Times New Roman" w:hAnsi="Times New Roman"/>
          <w:i/>
          <w:color w:val="111111"/>
          <w:sz w:val="28"/>
          <w:szCs w:val="28"/>
          <w:lang w:eastAsia="ru-RU"/>
        </w:rPr>
        <w:t>(Участницы заглядывают в вазочки для продуктов, мисочки, заглядывают под стол, переглядываются, удивлённо пожимая плечами.)</w:t>
      </w:r>
    </w:p>
    <w:p w:rsidR="00A77422" w:rsidRPr="00A52195" w:rsidRDefault="00A77422" w:rsidP="001A14C3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02785A">
        <w:rPr>
          <w:rFonts w:ascii="Times New Roman" w:hAnsi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02785A">
        <w:rPr>
          <w:rFonts w:ascii="Times New Roman" w:hAnsi="Times New Roman"/>
          <w:b/>
          <w:color w:val="111111"/>
          <w:sz w:val="28"/>
          <w:szCs w:val="28"/>
          <w:lang w:eastAsia="ru-RU"/>
        </w:rPr>
        <w:t>: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- Что случилось?</w:t>
      </w:r>
    </w:p>
    <w:p w:rsidR="00A77422" w:rsidRPr="00A52195" w:rsidRDefault="00A77422" w:rsidP="001A14C3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02785A">
        <w:rPr>
          <w:rFonts w:ascii="Times New Roman" w:hAnsi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Участники</w:t>
      </w:r>
      <w:r w:rsidRPr="0002785A">
        <w:rPr>
          <w:rFonts w:ascii="Times New Roman" w:hAnsi="Times New Roman"/>
          <w:b/>
          <w:color w:val="111111"/>
          <w:sz w:val="28"/>
          <w:szCs w:val="28"/>
          <w:lang w:eastAsia="ru-RU"/>
        </w:rPr>
        <w:t>: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- Наши миски 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>пусты, в них ничего нет!</w:t>
      </w:r>
    </w:p>
    <w:p w:rsidR="00A77422" w:rsidRPr="00A52195" w:rsidRDefault="00A77422" w:rsidP="00D834AC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02785A">
        <w:rPr>
          <w:rFonts w:ascii="Times New Roman" w:hAnsi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02785A">
        <w:rPr>
          <w:rFonts w:ascii="Times New Roman" w:hAnsi="Times New Roman"/>
          <w:b/>
          <w:color w:val="111111"/>
          <w:sz w:val="28"/>
          <w:szCs w:val="28"/>
          <w:lang w:eastAsia="ru-RU"/>
        </w:rPr>
        <w:t>: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- Я так и знала! Они снова решили над нами пошутить. Но я уверена, что при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>звуках музыки они все появятся в нашем зале.</w:t>
      </w:r>
    </w:p>
    <w:p w:rsidR="00A77422" w:rsidRDefault="00A77422" w:rsidP="0002785A">
      <w:pPr>
        <w:spacing w:after="0" w:line="240" w:lineRule="auto"/>
        <w:ind w:firstLine="360"/>
        <w:jc w:val="center"/>
        <w:rPr>
          <w:rFonts w:ascii="Times New Roman" w:hAnsi="Times New Roman"/>
          <w:i/>
          <w:color w:val="111111"/>
          <w:sz w:val="28"/>
          <w:szCs w:val="28"/>
          <w:lang w:eastAsia="ru-RU"/>
        </w:rPr>
      </w:pPr>
      <w:r w:rsidRPr="0002785A">
        <w:rPr>
          <w:rFonts w:ascii="Times New Roman" w:hAnsi="Times New Roman"/>
          <w:i/>
          <w:color w:val="111111"/>
          <w:sz w:val="28"/>
          <w:szCs w:val="28"/>
          <w:lang w:eastAsia="ru-RU"/>
        </w:rPr>
        <w:t xml:space="preserve">Звучит музыка </w:t>
      </w:r>
      <w:r w:rsidRPr="0002785A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«Овощной хоровод»</w:t>
      </w:r>
      <w:r w:rsidRPr="0002785A">
        <w:rPr>
          <w:rFonts w:ascii="Times New Roman" w:hAnsi="Times New Roman"/>
          <w:i/>
          <w:color w:val="111111"/>
          <w:sz w:val="28"/>
          <w:szCs w:val="28"/>
          <w:lang w:eastAsia="ru-RU"/>
        </w:rPr>
        <w:t>, дети, одетые в костюмы овощей, выбегают в зал в сопровождении двух поварят и становятся в круг.</w:t>
      </w:r>
    </w:p>
    <w:p w:rsidR="00A77422" w:rsidRDefault="00A77422" w:rsidP="001A1174">
      <w:pPr>
        <w:spacing w:after="0" w:line="240" w:lineRule="auto"/>
        <w:ind w:firstLine="360"/>
        <w:jc w:val="center"/>
        <w:rPr>
          <w:rFonts w:ascii="Times New Roman" w:hAnsi="Times New Roman"/>
          <w:i/>
          <w:color w:val="111111"/>
          <w:sz w:val="28"/>
          <w:szCs w:val="28"/>
          <w:lang w:eastAsia="ru-RU"/>
        </w:rPr>
      </w:pPr>
      <w:r w:rsidRPr="0002785A">
        <w:rPr>
          <w:rFonts w:ascii="Times New Roman" w:hAnsi="Times New Roman"/>
          <w:i/>
          <w:color w:val="111111"/>
          <w:sz w:val="28"/>
          <w:szCs w:val="28"/>
          <w:lang w:eastAsia="ru-RU"/>
        </w:rPr>
        <w:t xml:space="preserve"> Все</w:t>
      </w:r>
      <w:r>
        <w:rPr>
          <w:rFonts w:ascii="Times New Roman" w:hAnsi="Times New Roman"/>
          <w:i/>
          <w:color w:val="111111"/>
          <w:sz w:val="28"/>
          <w:szCs w:val="28"/>
          <w:lang w:eastAsia="ru-RU"/>
        </w:rPr>
        <w:t xml:space="preserve"> дети </w:t>
      </w:r>
      <w:r w:rsidRPr="0002785A">
        <w:rPr>
          <w:rFonts w:ascii="Times New Roman" w:hAnsi="Times New Roman"/>
          <w:i/>
          <w:color w:val="111111"/>
          <w:sz w:val="28"/>
          <w:szCs w:val="28"/>
          <w:lang w:eastAsia="ru-RU"/>
        </w:rPr>
        <w:t xml:space="preserve"> вместе исполняют танец. </w:t>
      </w:r>
      <w:r>
        <w:rPr>
          <w:rFonts w:ascii="Times New Roman" w:hAnsi="Times New Roman"/>
          <w:i/>
          <w:color w:val="111111"/>
          <w:sz w:val="28"/>
          <w:szCs w:val="28"/>
          <w:lang w:eastAsia="ru-RU"/>
        </w:rPr>
        <w:t xml:space="preserve"> </w:t>
      </w:r>
      <w:r w:rsidRPr="0002785A">
        <w:rPr>
          <w:rFonts w:ascii="Times New Roman" w:hAnsi="Times New Roman"/>
          <w:i/>
          <w:color w:val="111111"/>
          <w:sz w:val="28"/>
          <w:szCs w:val="28"/>
          <w:lang w:eastAsia="ru-RU"/>
        </w:rPr>
        <w:t xml:space="preserve">После исполнения танца </w:t>
      </w:r>
      <w:r>
        <w:rPr>
          <w:rFonts w:ascii="Times New Roman" w:hAnsi="Times New Roman"/>
          <w:i/>
          <w:color w:val="111111"/>
          <w:sz w:val="28"/>
          <w:szCs w:val="28"/>
          <w:lang w:eastAsia="ru-RU"/>
        </w:rPr>
        <w:t xml:space="preserve">участники конкурса (поварята) </w:t>
      </w:r>
      <w:r w:rsidRPr="0002785A">
        <w:rPr>
          <w:rFonts w:ascii="Times New Roman" w:hAnsi="Times New Roman"/>
          <w:i/>
          <w:color w:val="111111"/>
          <w:sz w:val="28"/>
          <w:szCs w:val="28"/>
          <w:lang w:eastAsia="ru-RU"/>
        </w:rPr>
        <w:t>занимают места</w:t>
      </w:r>
      <w:r>
        <w:rPr>
          <w:rFonts w:ascii="Times New Roman" w:hAnsi="Times New Roman"/>
          <w:i/>
          <w:color w:val="111111"/>
          <w:sz w:val="28"/>
          <w:szCs w:val="28"/>
          <w:lang w:eastAsia="ru-RU"/>
        </w:rPr>
        <w:t xml:space="preserve">  возле столов</w:t>
      </w:r>
      <w:r w:rsidRPr="0002785A">
        <w:rPr>
          <w:rFonts w:ascii="Times New Roman" w:hAnsi="Times New Roman"/>
          <w:i/>
          <w:color w:val="111111"/>
          <w:sz w:val="28"/>
          <w:szCs w:val="28"/>
          <w:lang w:eastAsia="ru-RU"/>
        </w:rPr>
        <w:t>,</w:t>
      </w:r>
      <w:r>
        <w:rPr>
          <w:rFonts w:ascii="Times New Roman" w:hAnsi="Times New Roman"/>
          <w:i/>
          <w:color w:val="111111"/>
          <w:sz w:val="28"/>
          <w:szCs w:val="28"/>
          <w:lang w:eastAsia="ru-RU"/>
        </w:rPr>
        <w:t xml:space="preserve"> </w:t>
      </w:r>
      <w:r w:rsidRPr="0002785A">
        <w:rPr>
          <w:rFonts w:ascii="Times New Roman" w:hAnsi="Times New Roman"/>
          <w:i/>
          <w:color w:val="111111"/>
          <w:sz w:val="28"/>
          <w:szCs w:val="28"/>
          <w:lang w:eastAsia="ru-RU"/>
        </w:rPr>
        <w:t>а ос</w:t>
      </w:r>
      <w:r>
        <w:rPr>
          <w:rFonts w:ascii="Times New Roman" w:hAnsi="Times New Roman"/>
          <w:i/>
          <w:color w:val="111111"/>
          <w:sz w:val="28"/>
          <w:szCs w:val="28"/>
          <w:lang w:eastAsia="ru-RU"/>
        </w:rPr>
        <w:t>тальные дети садятся на свои стульчики.</w:t>
      </w:r>
    </w:p>
    <w:p w:rsidR="00A77422" w:rsidRPr="00A52195" w:rsidRDefault="00A77422" w:rsidP="0002785A">
      <w:pPr>
        <w:spacing w:after="0" w:line="240" w:lineRule="auto"/>
        <w:ind w:firstLine="360"/>
        <w:jc w:val="center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02785A">
        <w:rPr>
          <w:rFonts w:ascii="Times New Roman" w:hAnsi="Times New Roman"/>
          <w:i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color w:val="111111"/>
          <w:sz w:val="28"/>
          <w:szCs w:val="28"/>
          <w:lang w:eastAsia="ru-RU"/>
        </w:rPr>
        <w:t>Во время танца</w:t>
      </w:r>
      <w:r w:rsidRPr="0002785A">
        <w:rPr>
          <w:rFonts w:ascii="Times New Roman" w:hAnsi="Times New Roman"/>
          <w:i/>
          <w:color w:val="111111"/>
          <w:sz w:val="28"/>
          <w:szCs w:val="28"/>
          <w:lang w:eastAsia="ru-RU"/>
        </w:rPr>
        <w:t xml:space="preserve">, мамы незаметно достают вазочки с овощами и ставят </w:t>
      </w:r>
      <w:r>
        <w:rPr>
          <w:rFonts w:ascii="Times New Roman" w:hAnsi="Times New Roman"/>
          <w:i/>
          <w:color w:val="111111"/>
          <w:sz w:val="28"/>
          <w:szCs w:val="28"/>
          <w:lang w:eastAsia="ru-RU"/>
        </w:rPr>
        <w:t xml:space="preserve"> их </w:t>
      </w:r>
      <w:r w:rsidRPr="0002785A">
        <w:rPr>
          <w:rFonts w:ascii="Times New Roman" w:hAnsi="Times New Roman"/>
          <w:i/>
          <w:color w:val="111111"/>
          <w:sz w:val="28"/>
          <w:szCs w:val="28"/>
          <w:lang w:eastAsia="ru-RU"/>
        </w:rPr>
        <w:t>на стол.</w:t>
      </w:r>
    </w:p>
    <w:p w:rsidR="00A77422" w:rsidRDefault="00A77422" w:rsidP="00B24BEE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02785A">
        <w:rPr>
          <w:rFonts w:ascii="Times New Roman" w:hAnsi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02785A">
        <w:rPr>
          <w:rFonts w:ascii="Times New Roman" w:hAnsi="Times New Roman"/>
          <w:b/>
          <w:color w:val="111111"/>
          <w:sz w:val="28"/>
          <w:szCs w:val="28"/>
          <w:lang w:eastAsia="ru-RU"/>
        </w:rPr>
        <w:t>: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- Вот теперь, всё на месте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. </w:t>
      </w:r>
    </w:p>
    <w:p w:rsidR="00A77422" w:rsidRPr="00A52195" w:rsidRDefault="00A77422" w:rsidP="00E36619">
      <w:pPr>
        <w:spacing w:after="0" w:line="240" w:lineRule="auto"/>
        <w:ind w:firstLine="360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Итак, у каждой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команды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одинаковый набор овощей, и мы приступаем к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приготовлению.</w:t>
      </w:r>
    </w:p>
    <w:p w:rsidR="00A77422" w:rsidRPr="00B24BEE" w:rsidRDefault="00A77422" w:rsidP="00B24BEE">
      <w:pPr>
        <w:spacing w:after="0" w:line="240" w:lineRule="auto"/>
        <w:ind w:firstLine="360"/>
        <w:jc w:val="center"/>
        <w:rPr>
          <w:rFonts w:ascii="Times New Roman" w:hAnsi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i/>
          <w:color w:val="111111"/>
          <w:sz w:val="28"/>
          <w:szCs w:val="28"/>
          <w:lang w:eastAsia="ru-RU"/>
        </w:rPr>
        <w:t>(</w:t>
      </w:r>
      <w:r w:rsidRPr="00B24BEE">
        <w:rPr>
          <w:rFonts w:ascii="Times New Roman" w:hAnsi="Times New Roman"/>
          <w:i/>
          <w:color w:val="111111"/>
          <w:sz w:val="28"/>
          <w:szCs w:val="28"/>
          <w:lang w:eastAsia="ru-RU"/>
        </w:rPr>
        <w:t>Вдруг издалека слышится </w:t>
      </w:r>
      <w:r w:rsidRPr="00B24BEE">
        <w:rPr>
          <w:rFonts w:ascii="Times New Roman" w:hAnsi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голос</w:t>
      </w:r>
      <w:r>
        <w:rPr>
          <w:rFonts w:ascii="Times New Roman" w:hAnsi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B24BEE">
        <w:rPr>
          <w:rFonts w:ascii="Times New Roman" w:hAnsi="Times New Roman"/>
          <w:i/>
          <w:color w:val="111111"/>
          <w:sz w:val="28"/>
          <w:szCs w:val="28"/>
          <w:lang w:eastAsia="ru-RU"/>
        </w:rPr>
        <w:t>:</w:t>
      </w:r>
    </w:p>
    <w:p w:rsidR="00A77422" w:rsidRPr="00A52195" w:rsidRDefault="00A77422" w:rsidP="00D834AC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>- Ай-яй-яй! Да как же вы про меня забыли!</w:t>
      </w:r>
    </w:p>
    <w:p w:rsidR="00A77422" w:rsidRPr="00A52195" w:rsidRDefault="00A77422" w:rsidP="00B24BEE">
      <w:pPr>
        <w:spacing w:after="0" w:line="240" w:lineRule="auto"/>
        <w:ind w:firstLine="360"/>
        <w:jc w:val="center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A52195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 зал под музыку входит Умывальник.)</w:t>
      </w:r>
    </w:p>
    <w:p w:rsidR="00A77422" w:rsidRPr="00A52195" w:rsidRDefault="00A77422" w:rsidP="001A14C3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B24BEE">
        <w:rPr>
          <w:rFonts w:ascii="Times New Roman" w:hAnsi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B24BEE">
        <w:rPr>
          <w:rFonts w:ascii="Times New Roman" w:hAnsi="Times New Roman"/>
          <w:b/>
          <w:color w:val="111111"/>
          <w:sz w:val="28"/>
          <w:szCs w:val="28"/>
          <w:lang w:eastAsia="ru-RU"/>
        </w:rPr>
        <w:t>: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> </w:t>
      </w:r>
      <w:r w:rsidRPr="00A52195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(удивлённо)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> Ребята, кто это?</w:t>
      </w:r>
    </w:p>
    <w:p w:rsidR="00A77422" w:rsidRPr="00A52195" w:rsidRDefault="00A77422" w:rsidP="001A14C3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B24BEE">
        <w:rPr>
          <w:rFonts w:ascii="Times New Roman" w:hAnsi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B24BEE">
        <w:rPr>
          <w:rFonts w:ascii="Times New Roman" w:hAnsi="Times New Roman"/>
          <w:b/>
          <w:color w:val="111111"/>
          <w:sz w:val="28"/>
          <w:szCs w:val="28"/>
          <w:lang w:eastAsia="ru-RU"/>
        </w:rPr>
        <w:t>: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- Умывальник!</w:t>
      </w:r>
    </w:p>
    <w:p w:rsidR="00A77422" w:rsidRPr="00A52195" w:rsidRDefault="00A77422" w:rsidP="00D834AC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B24BEE">
        <w:rPr>
          <w:rFonts w:ascii="Times New Roman" w:hAnsi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Умывальник</w:t>
      </w:r>
      <w:r w:rsidRPr="00B24BEE">
        <w:rPr>
          <w:rFonts w:ascii="Times New Roman" w:hAnsi="Times New Roman"/>
          <w:b/>
          <w:color w:val="111111"/>
          <w:sz w:val="28"/>
          <w:szCs w:val="28"/>
          <w:lang w:eastAsia="ru-RU"/>
        </w:rPr>
        <w:t>: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- Ай-яй-яй! Захотели вкусную еду приготовить, а о самом главном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>забыли.</w:t>
      </w:r>
    </w:p>
    <w:p w:rsidR="00A77422" w:rsidRPr="00A52195" w:rsidRDefault="00A77422" w:rsidP="001A14C3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CE7619">
        <w:rPr>
          <w:rFonts w:ascii="Times New Roman" w:hAnsi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CE7619">
        <w:rPr>
          <w:rFonts w:ascii="Times New Roman" w:hAnsi="Times New Roman"/>
          <w:b/>
          <w:color w:val="111111"/>
          <w:sz w:val="28"/>
          <w:szCs w:val="28"/>
          <w:lang w:eastAsia="ru-RU"/>
        </w:rPr>
        <w:t>: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- Ребята, о чём же мы с вами забыли?</w:t>
      </w:r>
    </w:p>
    <w:p w:rsidR="00A77422" w:rsidRPr="00A52195" w:rsidRDefault="00A77422" w:rsidP="001A14C3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CE7619">
        <w:rPr>
          <w:rFonts w:ascii="Times New Roman" w:hAnsi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CE7619">
        <w:rPr>
          <w:rFonts w:ascii="Times New Roman" w:hAnsi="Times New Roman"/>
          <w:b/>
          <w:color w:val="111111"/>
          <w:sz w:val="28"/>
          <w:szCs w:val="28"/>
          <w:lang w:eastAsia="ru-RU"/>
        </w:rPr>
        <w:t>: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- Перед приготовлением еды нужно обязательно руки помыть!</w:t>
      </w:r>
    </w:p>
    <w:p w:rsidR="00A77422" w:rsidRPr="00A52195" w:rsidRDefault="00A77422" w:rsidP="001A14C3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CE7619">
        <w:rPr>
          <w:rFonts w:ascii="Times New Roman" w:hAnsi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Умывальник</w:t>
      </w:r>
      <w:r w:rsidRPr="00CE7619">
        <w:rPr>
          <w:rFonts w:ascii="Times New Roman" w:hAnsi="Times New Roman"/>
          <w:b/>
          <w:color w:val="111111"/>
          <w:sz w:val="28"/>
          <w:szCs w:val="28"/>
          <w:lang w:eastAsia="ru-RU"/>
        </w:rPr>
        <w:t>: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- Всё верно! Дорогие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участники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>, проходите мыть руки!</w:t>
      </w:r>
    </w:p>
    <w:p w:rsidR="00A77422" w:rsidRPr="00CE7619" w:rsidRDefault="00A77422" w:rsidP="00CE7619">
      <w:pPr>
        <w:spacing w:after="0" w:line="240" w:lineRule="auto"/>
        <w:ind w:firstLine="360"/>
        <w:jc w:val="center"/>
        <w:rPr>
          <w:rFonts w:ascii="Times New Roman" w:hAnsi="Times New Roman"/>
          <w:i/>
          <w:color w:val="111111"/>
          <w:sz w:val="28"/>
          <w:szCs w:val="28"/>
          <w:lang w:eastAsia="ru-RU"/>
        </w:rPr>
      </w:pPr>
      <w:r w:rsidRPr="00CE7619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(Участники подходят к Умывальнику, делают движения, имитирующие мытьё рук.)</w:t>
      </w:r>
    </w:p>
    <w:p w:rsidR="00A77422" w:rsidRPr="00A52195" w:rsidRDefault="00A77422" w:rsidP="00D834AC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CE7619">
        <w:rPr>
          <w:rFonts w:ascii="Times New Roman" w:hAnsi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Умывальник</w:t>
      </w:r>
      <w:r w:rsidRPr="00CE7619">
        <w:rPr>
          <w:rFonts w:ascii="Times New Roman" w:hAnsi="Times New Roman"/>
          <w:b/>
          <w:color w:val="111111"/>
          <w:sz w:val="28"/>
          <w:szCs w:val="28"/>
          <w:lang w:eastAsia="ru-RU"/>
        </w:rPr>
        <w:t>: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- А овощи! Ну-ка, овощи, встаньте в ряд!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>Будем мыть вас всех подряд!</w:t>
      </w:r>
    </w:p>
    <w:p w:rsidR="00A77422" w:rsidRPr="00CE7619" w:rsidRDefault="00A77422" w:rsidP="00CE7619">
      <w:pPr>
        <w:spacing w:before="225" w:after="225" w:line="240" w:lineRule="auto"/>
        <w:ind w:firstLine="360"/>
        <w:jc w:val="center"/>
        <w:rPr>
          <w:rFonts w:ascii="Times New Roman" w:hAnsi="Times New Roman"/>
          <w:i/>
          <w:color w:val="111111"/>
          <w:sz w:val="28"/>
          <w:szCs w:val="28"/>
          <w:lang w:eastAsia="ru-RU"/>
        </w:rPr>
      </w:pPr>
      <w:r w:rsidRPr="00CE7619">
        <w:rPr>
          <w:rFonts w:ascii="Times New Roman" w:hAnsi="Times New Roman"/>
          <w:i/>
          <w:color w:val="111111"/>
          <w:sz w:val="28"/>
          <w:szCs w:val="28"/>
          <w:lang w:eastAsia="ru-RU"/>
        </w:rPr>
        <w:t xml:space="preserve">Умывальник держит обруч, на котором вертикально закреплён серебристый дождик, имитирующий струйки воды. Овощи проходят через него – </w:t>
      </w:r>
      <w:r w:rsidRPr="00CE7619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«овощи моются»</w:t>
      </w:r>
      <w:r w:rsidRPr="00CE7619">
        <w:rPr>
          <w:rFonts w:ascii="Times New Roman" w:hAnsi="Times New Roman"/>
          <w:i/>
          <w:color w:val="111111"/>
          <w:sz w:val="28"/>
          <w:szCs w:val="28"/>
          <w:lang w:eastAsia="ru-RU"/>
        </w:rPr>
        <w:t>, слышен звук журчащей воды. Затем все участники мероприятия занимают свои места. Умывальник уходит.)</w:t>
      </w:r>
    </w:p>
    <w:p w:rsidR="00A77422" w:rsidRDefault="00A77422" w:rsidP="00E36619">
      <w:pPr>
        <w:spacing w:after="0" w:line="240" w:lineRule="auto"/>
        <w:ind w:firstLine="360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CE7619">
        <w:rPr>
          <w:rFonts w:ascii="Times New Roman" w:hAnsi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CE7619">
        <w:rPr>
          <w:rFonts w:ascii="Times New Roman" w:hAnsi="Times New Roman"/>
          <w:b/>
          <w:color w:val="111111"/>
          <w:sz w:val="28"/>
          <w:szCs w:val="28"/>
          <w:lang w:eastAsia="ru-RU"/>
        </w:rPr>
        <w:t>: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- </w:t>
      </w:r>
      <w:r w:rsidRPr="00A52195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2A285E">
        <w:rPr>
          <w:rFonts w:ascii="Times New Roman" w:hAnsi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Кулинарный поединок</w:t>
      </w:r>
      <w:r w:rsidRPr="00A52195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> начинаем!</w:t>
      </w:r>
      <w:r w:rsidRPr="00CE7619">
        <w:rPr>
          <w:rFonts w:ascii="Times New Roman" w:hAnsi="Times New Roman"/>
          <w:color w:val="0000FF"/>
          <w:sz w:val="28"/>
          <w:szCs w:val="28"/>
          <w:lang w:eastAsia="ru-RU"/>
        </w:rPr>
        <w:t xml:space="preserve"> </w:t>
      </w:r>
      <w:r w:rsidRPr="00CE7619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Каждая команда из набора овощей должна приготовить оригинальный салат за 10 минут. </w:t>
      </w:r>
    </w:p>
    <w:p w:rsidR="00A77422" w:rsidRPr="00CE7619" w:rsidRDefault="00A77422" w:rsidP="00E36619">
      <w:pPr>
        <w:spacing w:after="0" w:line="240" w:lineRule="auto"/>
        <w:ind w:firstLine="360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CE7619">
        <w:rPr>
          <w:rFonts w:ascii="Times New Roman" w:hAnsi="Times New Roman"/>
          <w:color w:val="111111"/>
          <w:sz w:val="28"/>
          <w:szCs w:val="28"/>
          <w:lang w:eastAsia="ru-RU"/>
        </w:rPr>
        <w:t>Жюри оценивает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быстроту, </w:t>
      </w:r>
      <w:r w:rsidRPr="00CE7619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оригинальность и эстетичность блюда.</w:t>
      </w:r>
    </w:p>
    <w:p w:rsidR="00A77422" w:rsidRPr="00CE7619" w:rsidRDefault="00A77422" w:rsidP="00CE7619">
      <w:pPr>
        <w:spacing w:after="0" w:line="240" w:lineRule="auto"/>
        <w:ind w:firstLine="360"/>
        <w:jc w:val="center"/>
        <w:rPr>
          <w:rFonts w:ascii="Times New Roman" w:hAnsi="Times New Roman"/>
          <w:i/>
          <w:color w:val="111111"/>
          <w:sz w:val="28"/>
          <w:szCs w:val="28"/>
          <w:lang w:eastAsia="ru-RU"/>
        </w:rPr>
      </w:pPr>
      <w:r w:rsidRPr="00CE7619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(Участники приступают к приготовлению блюд.)</w:t>
      </w:r>
    </w:p>
    <w:p w:rsidR="00A77422" w:rsidRPr="00D47567" w:rsidRDefault="00A77422" w:rsidP="00D4756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E761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</w:t>
      </w:r>
      <w:r w:rsidRPr="00CE7619">
        <w:rPr>
          <w:rFonts w:ascii="Times New Roman" w:hAnsi="Times New Roman"/>
          <w:b/>
          <w:color w:val="000000"/>
          <w:sz w:val="28"/>
          <w:szCs w:val="28"/>
          <w:u w:val="single"/>
          <w:lang w:eastAsia="ru-RU"/>
        </w:rPr>
        <w:t>Ведущий: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E76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Пока наши команды готовят свои блюда, я предлагаю нашим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детям и гостям  </w:t>
      </w:r>
      <w:r w:rsidRPr="00CE76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поиграть.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CE7619">
        <w:rPr>
          <w:rFonts w:ascii="Times New Roman" w:hAnsi="Times New Roman"/>
          <w:b/>
          <w:color w:val="000000"/>
          <w:sz w:val="28"/>
          <w:szCs w:val="28"/>
          <w:lang w:eastAsia="ru-RU"/>
        </w:rPr>
        <w:t>Игра «Если весело живется».</w:t>
      </w:r>
    </w:p>
    <w:p w:rsidR="00A77422" w:rsidRPr="00CE7619" w:rsidRDefault="00A77422" w:rsidP="00CE76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E7619">
        <w:rPr>
          <w:rFonts w:ascii="Times New Roman" w:hAnsi="Times New Roman"/>
          <w:color w:val="000000"/>
          <w:sz w:val="28"/>
          <w:szCs w:val="28"/>
          <w:lang w:eastAsia="ru-RU"/>
        </w:rPr>
        <w:t>Если весело живется, делай так (два щелчка) – 2 раза.</w:t>
      </w:r>
    </w:p>
    <w:p w:rsidR="00A77422" w:rsidRPr="00CE7619" w:rsidRDefault="00A77422" w:rsidP="00CE76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E7619">
        <w:rPr>
          <w:rFonts w:ascii="Times New Roman" w:hAnsi="Times New Roman"/>
          <w:color w:val="000000"/>
          <w:sz w:val="28"/>
          <w:szCs w:val="28"/>
          <w:lang w:eastAsia="ru-RU"/>
        </w:rPr>
        <w:t>Если весело живется, мы друг другу улыбнемся,</w:t>
      </w:r>
    </w:p>
    <w:p w:rsidR="00A77422" w:rsidRPr="00CE7619" w:rsidRDefault="00A77422" w:rsidP="00CE76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E7619">
        <w:rPr>
          <w:rFonts w:ascii="Times New Roman" w:hAnsi="Times New Roman"/>
          <w:color w:val="000000"/>
          <w:sz w:val="28"/>
          <w:szCs w:val="28"/>
          <w:lang w:eastAsia="ru-RU"/>
        </w:rPr>
        <w:t>Если весело живется, делай так! (два щелчка).</w:t>
      </w:r>
    </w:p>
    <w:p w:rsidR="00A77422" w:rsidRPr="00D47567" w:rsidRDefault="00A77422" w:rsidP="00D47567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D47567">
        <w:rPr>
          <w:rFonts w:ascii="Times New Roman" w:hAnsi="Times New Roman"/>
          <w:i/>
          <w:color w:val="000000"/>
          <w:sz w:val="28"/>
          <w:szCs w:val="28"/>
          <w:lang w:eastAsia="ru-RU"/>
        </w:rPr>
        <w:t>(Далее 2 хлопка, 2 притопа, слово «хорошо», в конце</w:t>
      </w:r>
    </w:p>
    <w:p w:rsidR="00A77422" w:rsidRPr="00D47567" w:rsidRDefault="00A77422" w:rsidP="00D47567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D47567">
        <w:rPr>
          <w:rFonts w:ascii="Times New Roman" w:hAnsi="Times New Roman"/>
          <w:i/>
          <w:color w:val="000000"/>
          <w:sz w:val="28"/>
          <w:szCs w:val="28"/>
          <w:lang w:eastAsia="ru-RU"/>
        </w:rPr>
        <w:t>повторяются все движения).</w:t>
      </w:r>
    </w:p>
    <w:p w:rsidR="00A77422" w:rsidRPr="00CE7619" w:rsidRDefault="00A77422" w:rsidP="00CE76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E7619">
        <w:rPr>
          <w:rFonts w:ascii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Ведущий. </w:t>
      </w:r>
      <w:r w:rsidRPr="00CE7619">
        <w:rPr>
          <w:rFonts w:ascii="Times New Roman" w:hAnsi="Times New Roman"/>
          <w:color w:val="000000"/>
          <w:sz w:val="28"/>
          <w:szCs w:val="28"/>
          <w:lang w:eastAsia="ru-RU"/>
        </w:rPr>
        <w:t>А сейчас предлагаем зрителям отгадать стишки-загадки.</w:t>
      </w:r>
    </w:p>
    <w:p w:rsidR="00A77422" w:rsidRPr="00CE7619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E7619">
        <w:rPr>
          <w:rFonts w:ascii="Times New Roman" w:hAnsi="Times New Roman"/>
          <w:color w:val="000000"/>
          <w:sz w:val="28"/>
          <w:szCs w:val="28"/>
          <w:lang w:eastAsia="ru-RU"/>
        </w:rPr>
        <w:t>Стишки - загадки.</w:t>
      </w: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A11">
        <w:rPr>
          <w:rFonts w:ascii="Times New Roman" w:hAnsi="Times New Roman"/>
          <w:color w:val="000000"/>
          <w:sz w:val="28"/>
          <w:szCs w:val="28"/>
          <w:lang w:eastAsia="ru-RU"/>
        </w:rPr>
        <w:t>Хотя я сахарной зовусь,</w:t>
      </w: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A11">
        <w:rPr>
          <w:rFonts w:ascii="Times New Roman" w:hAnsi="Times New Roman"/>
          <w:color w:val="000000"/>
          <w:sz w:val="28"/>
          <w:szCs w:val="28"/>
          <w:lang w:eastAsia="ru-RU"/>
        </w:rPr>
        <w:t>Но от дождя я не размокла,</w:t>
      </w: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A11">
        <w:rPr>
          <w:rFonts w:ascii="Times New Roman" w:hAnsi="Times New Roman"/>
          <w:color w:val="000000"/>
          <w:sz w:val="28"/>
          <w:szCs w:val="28"/>
          <w:lang w:eastAsia="ru-RU"/>
        </w:rPr>
        <w:t>Крупна, кругла, сладка на вкус,</w:t>
      </w: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A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Ну, а зовусь я просто … </w:t>
      </w:r>
      <w:r w:rsidRPr="00D47567">
        <w:rPr>
          <w:rFonts w:ascii="Times New Roman" w:hAnsi="Times New Roman"/>
          <w:b/>
          <w:color w:val="000000"/>
          <w:sz w:val="28"/>
          <w:szCs w:val="28"/>
          <w:lang w:eastAsia="ru-RU"/>
        </w:rPr>
        <w:t>(Свёкла)</w:t>
      </w: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A11">
        <w:rPr>
          <w:rFonts w:ascii="Times New Roman" w:hAnsi="Times New Roman"/>
          <w:color w:val="000000"/>
          <w:sz w:val="28"/>
          <w:szCs w:val="28"/>
          <w:lang w:eastAsia="ru-RU"/>
        </w:rPr>
        <w:t>Что копали из земли,</w:t>
      </w: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A11">
        <w:rPr>
          <w:rFonts w:ascii="Times New Roman" w:hAnsi="Times New Roman"/>
          <w:color w:val="000000"/>
          <w:sz w:val="28"/>
          <w:szCs w:val="28"/>
          <w:lang w:eastAsia="ru-RU"/>
        </w:rPr>
        <w:t>Жарили, варили?</w:t>
      </w: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A11">
        <w:rPr>
          <w:rFonts w:ascii="Times New Roman" w:hAnsi="Times New Roman"/>
          <w:color w:val="000000"/>
          <w:sz w:val="28"/>
          <w:szCs w:val="28"/>
          <w:lang w:eastAsia="ru-RU"/>
        </w:rPr>
        <w:t>Что в золе мы испекли,</w:t>
      </w: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A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Ели да хвалили? </w:t>
      </w:r>
      <w:r w:rsidRPr="00D47567">
        <w:rPr>
          <w:rFonts w:ascii="Times New Roman" w:hAnsi="Times New Roman"/>
          <w:b/>
          <w:color w:val="000000"/>
          <w:sz w:val="28"/>
          <w:szCs w:val="28"/>
          <w:lang w:eastAsia="ru-RU"/>
        </w:rPr>
        <w:t>(Картошка)</w:t>
      </w:r>
    </w:p>
    <w:p w:rsidR="00A77422" w:rsidRDefault="00A77422" w:rsidP="00CE76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A11">
        <w:rPr>
          <w:rFonts w:ascii="Times New Roman" w:hAnsi="Times New Roman"/>
          <w:color w:val="000000"/>
          <w:sz w:val="28"/>
          <w:szCs w:val="28"/>
          <w:lang w:eastAsia="ru-RU"/>
        </w:rPr>
        <w:t>Листья собраны в кочан</w:t>
      </w: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A11">
        <w:rPr>
          <w:rFonts w:ascii="Times New Roman" w:hAnsi="Times New Roman"/>
          <w:color w:val="000000"/>
          <w:sz w:val="28"/>
          <w:szCs w:val="28"/>
          <w:lang w:eastAsia="ru-RU"/>
        </w:rPr>
        <w:t>В огороде у сельчан.</w:t>
      </w: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A11">
        <w:rPr>
          <w:rFonts w:ascii="Times New Roman" w:hAnsi="Times New Roman"/>
          <w:color w:val="000000"/>
          <w:sz w:val="28"/>
          <w:szCs w:val="28"/>
          <w:lang w:eastAsia="ru-RU"/>
        </w:rPr>
        <w:t>Без нее во щах не густо.</w:t>
      </w: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A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Как зовут ее? </w:t>
      </w:r>
      <w:r w:rsidRPr="00D47567">
        <w:rPr>
          <w:rFonts w:ascii="Times New Roman" w:hAnsi="Times New Roman"/>
          <w:b/>
          <w:color w:val="000000"/>
          <w:sz w:val="28"/>
          <w:szCs w:val="28"/>
          <w:lang w:eastAsia="ru-RU"/>
        </w:rPr>
        <w:t>… (Капуста)</w:t>
      </w:r>
    </w:p>
    <w:p w:rsidR="00A77422" w:rsidRDefault="00A77422" w:rsidP="00CE76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A11">
        <w:rPr>
          <w:rFonts w:ascii="Times New Roman" w:hAnsi="Times New Roman"/>
          <w:color w:val="000000"/>
          <w:sz w:val="28"/>
          <w:szCs w:val="28"/>
          <w:lang w:eastAsia="ru-RU"/>
        </w:rPr>
        <w:t>Круглая да гладкая,</w:t>
      </w: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A11">
        <w:rPr>
          <w:rFonts w:ascii="Times New Roman" w:hAnsi="Times New Roman"/>
          <w:color w:val="000000"/>
          <w:sz w:val="28"/>
          <w:szCs w:val="28"/>
          <w:lang w:eastAsia="ru-RU"/>
        </w:rPr>
        <w:t>Откусишь - сладкая.</w:t>
      </w: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A11">
        <w:rPr>
          <w:rFonts w:ascii="Times New Roman" w:hAnsi="Times New Roman"/>
          <w:color w:val="000000"/>
          <w:sz w:val="28"/>
          <w:szCs w:val="28"/>
          <w:lang w:eastAsia="ru-RU"/>
        </w:rPr>
        <w:t>Засела крепко</w:t>
      </w: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A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грядке </w:t>
      </w:r>
      <w:r w:rsidRPr="00D47567">
        <w:rPr>
          <w:rFonts w:ascii="Times New Roman" w:hAnsi="Times New Roman"/>
          <w:b/>
          <w:color w:val="000000"/>
          <w:sz w:val="28"/>
          <w:szCs w:val="28"/>
          <w:lang w:eastAsia="ru-RU"/>
        </w:rPr>
        <w:t>(Репка)</w:t>
      </w:r>
    </w:p>
    <w:p w:rsidR="00A77422" w:rsidRDefault="00A77422" w:rsidP="00CE76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A11">
        <w:rPr>
          <w:rFonts w:ascii="Times New Roman" w:hAnsi="Times New Roman"/>
          <w:color w:val="000000"/>
          <w:sz w:val="28"/>
          <w:szCs w:val="28"/>
          <w:lang w:eastAsia="ru-RU"/>
        </w:rPr>
        <w:t>На арбуз она похожа —</w:t>
      </w: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A11">
        <w:rPr>
          <w:rFonts w:ascii="Times New Roman" w:hAnsi="Times New Roman"/>
          <w:color w:val="000000"/>
          <w:sz w:val="28"/>
          <w:szCs w:val="28"/>
          <w:lang w:eastAsia="ru-RU"/>
        </w:rPr>
        <w:t>Тоже очень толстокожа.</w:t>
      </w: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A11">
        <w:rPr>
          <w:rFonts w:ascii="Times New Roman" w:hAnsi="Times New Roman"/>
          <w:color w:val="000000"/>
          <w:sz w:val="28"/>
          <w:szCs w:val="28"/>
          <w:lang w:eastAsia="ru-RU"/>
        </w:rPr>
        <w:t>К платью желтому привыкла,</w:t>
      </w: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A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Греется на солнце </w:t>
      </w:r>
      <w:r w:rsidRPr="00D47567">
        <w:rPr>
          <w:rFonts w:ascii="Times New Roman" w:hAnsi="Times New Roman"/>
          <w:b/>
          <w:color w:val="000000"/>
          <w:sz w:val="28"/>
          <w:szCs w:val="28"/>
          <w:lang w:eastAsia="ru-RU"/>
        </w:rPr>
        <w:t>(Тыква)</w:t>
      </w:r>
    </w:p>
    <w:p w:rsidR="00A77422" w:rsidRPr="00CE7619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77422" w:rsidRPr="008E0698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698">
        <w:rPr>
          <w:rFonts w:ascii="Times New Roman" w:hAnsi="Times New Roman"/>
          <w:color w:val="000000"/>
          <w:sz w:val="28"/>
          <w:szCs w:val="28"/>
          <w:lang w:eastAsia="ru-RU"/>
        </w:rPr>
        <w:t>Этот овощ кисло-сладкий,</w:t>
      </w:r>
    </w:p>
    <w:p w:rsidR="00A77422" w:rsidRPr="008E0698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698">
        <w:rPr>
          <w:rFonts w:ascii="Times New Roman" w:hAnsi="Times New Roman"/>
          <w:color w:val="000000"/>
          <w:sz w:val="28"/>
          <w:szCs w:val="28"/>
          <w:lang w:eastAsia="ru-RU"/>
        </w:rPr>
        <w:t>Круглый, сочный, мягкий, гладкий.</w:t>
      </w:r>
    </w:p>
    <w:p w:rsidR="00A77422" w:rsidRPr="008E0698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698">
        <w:rPr>
          <w:rFonts w:ascii="Times New Roman" w:hAnsi="Times New Roman"/>
          <w:color w:val="000000"/>
          <w:sz w:val="28"/>
          <w:szCs w:val="28"/>
          <w:lang w:eastAsia="ru-RU"/>
        </w:rPr>
        <w:t>Щеки докрасна натер,</w:t>
      </w:r>
    </w:p>
    <w:p w:rsidR="00A77422" w:rsidRPr="008E0698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6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зовется... </w:t>
      </w:r>
      <w:r w:rsidRPr="00D47567">
        <w:rPr>
          <w:rFonts w:ascii="Times New Roman" w:hAnsi="Times New Roman"/>
          <w:b/>
          <w:color w:val="000000"/>
          <w:sz w:val="28"/>
          <w:szCs w:val="28"/>
          <w:lang w:eastAsia="ru-RU"/>
        </w:rPr>
        <w:t>(Помидор)</w:t>
      </w: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</w:pPr>
    </w:p>
    <w:p w:rsidR="00A77422" w:rsidRPr="008E0698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698">
        <w:rPr>
          <w:rFonts w:ascii="Times New Roman" w:hAnsi="Times New Roman"/>
          <w:color w:val="000000"/>
          <w:sz w:val="28"/>
          <w:szCs w:val="28"/>
          <w:lang w:eastAsia="ru-RU"/>
        </w:rPr>
        <w:t>Никогда он не грустит,</w:t>
      </w:r>
    </w:p>
    <w:p w:rsidR="00A77422" w:rsidRPr="008E0698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698">
        <w:rPr>
          <w:rFonts w:ascii="Times New Roman" w:hAnsi="Times New Roman"/>
          <w:color w:val="000000"/>
          <w:sz w:val="28"/>
          <w:szCs w:val="28"/>
          <w:lang w:eastAsia="ru-RU"/>
        </w:rPr>
        <w:t>А хрустит, хрустит, хрустит.</w:t>
      </w:r>
    </w:p>
    <w:p w:rsidR="00A77422" w:rsidRPr="008E0698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698">
        <w:rPr>
          <w:rFonts w:ascii="Times New Roman" w:hAnsi="Times New Roman"/>
          <w:color w:val="000000"/>
          <w:sz w:val="28"/>
          <w:szCs w:val="28"/>
          <w:lang w:eastAsia="ru-RU"/>
        </w:rPr>
        <w:t>Хочешь, так подай на стол,</w:t>
      </w: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</w:pPr>
      <w:r w:rsidRPr="008E06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Хочешь брось его в рассол. </w:t>
      </w:r>
      <w:r w:rsidRPr="00D47567">
        <w:rPr>
          <w:rFonts w:ascii="Times New Roman" w:hAnsi="Times New Roman"/>
          <w:b/>
          <w:color w:val="000000"/>
          <w:sz w:val="28"/>
          <w:szCs w:val="28"/>
          <w:lang w:eastAsia="ru-RU"/>
        </w:rPr>
        <w:t>(Огурец)</w:t>
      </w:r>
    </w:p>
    <w:p w:rsidR="00A77422" w:rsidRDefault="00A77422" w:rsidP="00CE76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</w:pP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698">
        <w:rPr>
          <w:rFonts w:ascii="Times New Roman" w:hAnsi="Times New Roman"/>
          <w:color w:val="000000"/>
          <w:sz w:val="28"/>
          <w:szCs w:val="28"/>
          <w:lang w:eastAsia="ru-RU"/>
        </w:rPr>
        <w:t>За кудрявый хохолок</w:t>
      </w: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698">
        <w:rPr>
          <w:rFonts w:ascii="Times New Roman" w:hAnsi="Times New Roman"/>
          <w:color w:val="000000"/>
          <w:sz w:val="28"/>
          <w:szCs w:val="28"/>
          <w:lang w:eastAsia="ru-RU"/>
        </w:rPr>
        <w:t>Лису из норки поволок.</w:t>
      </w: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698">
        <w:rPr>
          <w:rFonts w:ascii="Times New Roman" w:hAnsi="Times New Roman"/>
          <w:color w:val="000000"/>
          <w:sz w:val="28"/>
          <w:szCs w:val="28"/>
          <w:lang w:eastAsia="ru-RU"/>
        </w:rPr>
        <w:t>На ощупь - очень гладкая,</w:t>
      </w:r>
    </w:p>
    <w:p w:rsidR="00A77422" w:rsidRDefault="00A77422" w:rsidP="00D4756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6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вкус - как сахар сладкая. </w:t>
      </w:r>
      <w:r w:rsidRPr="00D47567">
        <w:rPr>
          <w:rFonts w:ascii="Times New Roman" w:hAnsi="Times New Roman"/>
          <w:b/>
          <w:color w:val="000000"/>
          <w:sz w:val="28"/>
          <w:szCs w:val="28"/>
          <w:lang w:eastAsia="ru-RU"/>
        </w:rPr>
        <w:t>(Морковь)</w:t>
      </w:r>
    </w:p>
    <w:p w:rsidR="00A77422" w:rsidRDefault="00A77422" w:rsidP="00CE76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</w:pPr>
    </w:p>
    <w:p w:rsidR="00A77422" w:rsidRPr="00792AEE" w:rsidRDefault="00A77422" w:rsidP="00CE7619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CE7619">
        <w:rPr>
          <w:rFonts w:ascii="Times New Roman" w:hAnsi="Times New Roman"/>
          <w:b/>
          <w:color w:val="000000"/>
          <w:sz w:val="28"/>
          <w:szCs w:val="28"/>
          <w:u w:val="single"/>
          <w:lang w:eastAsia="ru-RU"/>
        </w:rPr>
        <w:t>Ведущий:</w:t>
      </w:r>
      <w:r w:rsidRPr="00C031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Наши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команды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уже готовы! Давайте посмотрим, что у них получилось.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</w:p>
    <w:p w:rsidR="00A77422" w:rsidRPr="00CE7619" w:rsidRDefault="00A77422" w:rsidP="00CE7619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CE7619">
        <w:rPr>
          <w:rFonts w:ascii="Times New Roman" w:hAnsi="Times New Roman"/>
          <w:i/>
          <w:color w:val="000000"/>
          <w:sz w:val="28"/>
          <w:szCs w:val="28"/>
          <w:lang w:eastAsia="ru-RU"/>
        </w:rPr>
        <w:t>(Жюри оценивает последний конкурс и подводит итоги всего конкурса)</w:t>
      </w:r>
    </w:p>
    <w:p w:rsidR="00A77422" w:rsidRPr="00D47567" w:rsidRDefault="00A77422" w:rsidP="00D47567">
      <w:pPr>
        <w:spacing w:after="0" w:line="240" w:lineRule="auto"/>
        <w:rPr>
          <w:rFonts w:ascii="Times New Roman" w:hAnsi="Times New Roman"/>
          <w:color w:val="0000FF"/>
          <w:sz w:val="28"/>
          <w:szCs w:val="28"/>
          <w:lang w:eastAsia="ru-RU"/>
        </w:rPr>
      </w:pPr>
      <w:r w:rsidRPr="00D47567">
        <w:rPr>
          <w:rFonts w:ascii="Times New Roman" w:hAnsi="Times New Roman"/>
          <w:color w:val="0000FF"/>
          <w:sz w:val="28"/>
          <w:szCs w:val="28"/>
          <w:lang w:eastAsia="ru-RU"/>
        </w:rPr>
        <w:t>Пока жюри оценивает кулинарные шедевры наших команд, предлагаем нашим зрителям показать свои знания.</w:t>
      </w:r>
    </w:p>
    <w:p w:rsidR="00A77422" w:rsidRPr="00D47567" w:rsidRDefault="00A77422" w:rsidP="00CE7619">
      <w:pPr>
        <w:spacing w:after="0" w:line="240" w:lineRule="auto"/>
        <w:rPr>
          <w:rFonts w:ascii="Times New Roman" w:hAnsi="Times New Roman"/>
          <w:color w:val="0000FF"/>
          <w:sz w:val="28"/>
          <w:szCs w:val="28"/>
          <w:lang w:eastAsia="ru-RU"/>
        </w:rPr>
      </w:pPr>
      <w:r w:rsidRPr="00D47567">
        <w:rPr>
          <w:rFonts w:ascii="Times New Roman" w:hAnsi="Times New Roman"/>
          <w:color w:val="0000FF"/>
          <w:sz w:val="28"/>
          <w:szCs w:val="28"/>
          <w:lang w:eastAsia="ru-RU"/>
        </w:rPr>
        <w:t>Вопросы</w:t>
      </w:r>
      <w:r>
        <w:rPr>
          <w:rFonts w:ascii="Times New Roman" w:hAnsi="Times New Roman"/>
          <w:color w:val="0000FF"/>
          <w:sz w:val="28"/>
          <w:szCs w:val="28"/>
          <w:lang w:eastAsia="ru-RU"/>
        </w:rPr>
        <w:t xml:space="preserve">. </w:t>
      </w:r>
      <w:r w:rsidRPr="00D47567">
        <w:rPr>
          <w:rFonts w:ascii="Times New Roman" w:hAnsi="Times New Roman"/>
          <w:color w:val="0000FF"/>
          <w:sz w:val="28"/>
          <w:szCs w:val="28"/>
          <w:lang w:eastAsia="ru-RU"/>
        </w:rPr>
        <w:t>Какой хлеб пекут на Пасху? (Кулич)</w:t>
      </w:r>
    </w:p>
    <w:p w:rsidR="00A77422" w:rsidRPr="00D47567" w:rsidRDefault="00A77422" w:rsidP="00CE7619">
      <w:pPr>
        <w:spacing w:after="0" w:line="240" w:lineRule="auto"/>
        <w:rPr>
          <w:rFonts w:ascii="Times New Roman" w:hAnsi="Times New Roman"/>
          <w:color w:val="0000FF"/>
          <w:sz w:val="28"/>
          <w:szCs w:val="28"/>
          <w:lang w:eastAsia="ru-RU"/>
        </w:rPr>
      </w:pPr>
      <w:r w:rsidRPr="00D47567">
        <w:rPr>
          <w:rFonts w:ascii="Times New Roman" w:hAnsi="Times New Roman"/>
          <w:color w:val="0000FF"/>
          <w:sz w:val="28"/>
          <w:szCs w:val="28"/>
          <w:lang w:eastAsia="ru-RU"/>
        </w:rPr>
        <w:t>- Что принесла Красная Шапочка своей бабушке? (Масло, пирожок)</w:t>
      </w:r>
    </w:p>
    <w:p w:rsidR="00A77422" w:rsidRPr="00D47567" w:rsidRDefault="00A77422" w:rsidP="00CE7619">
      <w:pPr>
        <w:spacing w:after="0" w:line="240" w:lineRule="auto"/>
        <w:rPr>
          <w:rFonts w:ascii="Times New Roman" w:hAnsi="Times New Roman"/>
          <w:color w:val="0000FF"/>
          <w:sz w:val="28"/>
          <w:szCs w:val="28"/>
          <w:lang w:eastAsia="ru-RU"/>
        </w:rPr>
      </w:pPr>
      <w:r w:rsidRPr="00D47567">
        <w:rPr>
          <w:rFonts w:ascii="Times New Roman" w:hAnsi="Times New Roman"/>
          <w:color w:val="0000FF"/>
          <w:sz w:val="28"/>
          <w:szCs w:val="28"/>
          <w:lang w:eastAsia="ru-RU"/>
        </w:rPr>
        <w:t>- Если поскрести по сусекам, помести по амбарам, что можно испечь? (Колобок)</w:t>
      </w:r>
    </w:p>
    <w:p w:rsidR="00A77422" w:rsidRPr="00D47567" w:rsidRDefault="00A77422" w:rsidP="00CE7619">
      <w:pPr>
        <w:spacing w:after="0" w:line="240" w:lineRule="auto"/>
        <w:rPr>
          <w:rFonts w:ascii="Times New Roman" w:hAnsi="Times New Roman"/>
          <w:color w:val="0000FF"/>
          <w:sz w:val="28"/>
          <w:szCs w:val="28"/>
          <w:lang w:eastAsia="ru-RU"/>
        </w:rPr>
      </w:pPr>
      <w:r w:rsidRPr="00D47567">
        <w:rPr>
          <w:rFonts w:ascii="Times New Roman" w:hAnsi="Times New Roman"/>
          <w:color w:val="0000FF"/>
          <w:sz w:val="28"/>
          <w:szCs w:val="28"/>
          <w:lang w:eastAsia="ru-RU"/>
        </w:rPr>
        <w:t>- Из какого корнеплода получается сахар? (Свекла)</w:t>
      </w:r>
    </w:p>
    <w:p w:rsidR="00A77422" w:rsidRPr="00D47567" w:rsidRDefault="00A77422" w:rsidP="00CE7619">
      <w:pPr>
        <w:spacing w:after="0" w:line="240" w:lineRule="auto"/>
        <w:rPr>
          <w:rFonts w:ascii="Times New Roman" w:hAnsi="Times New Roman"/>
          <w:color w:val="0000FF"/>
          <w:sz w:val="28"/>
          <w:szCs w:val="28"/>
          <w:lang w:eastAsia="ru-RU"/>
        </w:rPr>
      </w:pPr>
      <w:r w:rsidRPr="00D47567">
        <w:rPr>
          <w:rFonts w:ascii="Times New Roman" w:hAnsi="Times New Roman"/>
          <w:color w:val="0000FF"/>
          <w:sz w:val="28"/>
          <w:szCs w:val="28"/>
          <w:lang w:eastAsia="ru-RU"/>
        </w:rPr>
        <w:t>- В какой сказке для спасения от Бабы Яги героям пришлось выпить молочного киселька? (Гуси-лебеди)</w:t>
      </w:r>
    </w:p>
    <w:p w:rsidR="00A77422" w:rsidRPr="00D47567" w:rsidRDefault="00A77422" w:rsidP="00CE7619">
      <w:pPr>
        <w:spacing w:after="0" w:line="240" w:lineRule="auto"/>
        <w:rPr>
          <w:rFonts w:ascii="Times New Roman" w:hAnsi="Times New Roman"/>
          <w:color w:val="0000FF"/>
          <w:sz w:val="28"/>
          <w:szCs w:val="28"/>
          <w:lang w:eastAsia="ru-RU"/>
        </w:rPr>
      </w:pPr>
      <w:r w:rsidRPr="00D47567">
        <w:rPr>
          <w:rFonts w:ascii="Times New Roman" w:hAnsi="Times New Roman"/>
          <w:color w:val="0000FF"/>
          <w:sz w:val="28"/>
          <w:szCs w:val="28"/>
          <w:lang w:eastAsia="ru-RU"/>
        </w:rPr>
        <w:t xml:space="preserve">- Каким овощем был мальчик Чиполлино? (Луком). </w:t>
      </w:r>
    </w:p>
    <w:p w:rsidR="00A77422" w:rsidRPr="00792AEE" w:rsidRDefault="00A77422" w:rsidP="00792AEE">
      <w:pPr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5329">
        <w:rPr>
          <w:rFonts w:ascii="Times New Roman" w:hAnsi="Times New Roman"/>
          <w:b/>
          <w:color w:val="000000"/>
          <w:sz w:val="28"/>
          <w:szCs w:val="28"/>
          <w:u w:val="single"/>
          <w:lang w:eastAsia="ru-RU"/>
        </w:rPr>
        <w:t>Ведущий:</w:t>
      </w:r>
      <w:r w:rsidRPr="00235329">
        <w:rPr>
          <w:rFonts w:ascii="Times New Roman" w:hAnsi="Times New Roman"/>
          <w:b/>
          <w:color w:val="0000FF"/>
          <w:sz w:val="28"/>
          <w:szCs w:val="28"/>
          <w:lang w:eastAsia="ru-RU"/>
        </w:rPr>
        <w:t xml:space="preserve"> </w:t>
      </w:r>
      <w:r w:rsidRPr="00792AEE">
        <w:rPr>
          <w:rFonts w:ascii="Times New Roman" w:hAnsi="Times New Roman"/>
          <w:color w:val="000000"/>
          <w:sz w:val="28"/>
          <w:szCs w:val="28"/>
          <w:lang w:eastAsia="ru-RU"/>
        </w:rPr>
        <w:t>Уважаемые участники конкурса, просим вас выйти на середину зала. Зрителей -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92AEE">
        <w:rPr>
          <w:rFonts w:ascii="Times New Roman" w:hAnsi="Times New Roman"/>
          <w:color w:val="000000"/>
          <w:sz w:val="28"/>
          <w:szCs w:val="28"/>
          <w:lang w:eastAsia="ru-RU"/>
        </w:rPr>
        <w:t>поприветствовать наших участников аплодисментами. Предоставляется слово жюри.</w:t>
      </w:r>
    </w:p>
    <w:p w:rsidR="00A77422" w:rsidRPr="00792AEE" w:rsidRDefault="00A77422" w:rsidP="00792AEE">
      <w:pPr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77422" w:rsidRDefault="00A77422" w:rsidP="00235329">
      <w:pPr>
        <w:spacing w:after="0" w:line="240" w:lineRule="auto"/>
        <w:ind w:firstLine="360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235329">
        <w:rPr>
          <w:rFonts w:ascii="Times New Roman" w:hAnsi="Times New Roman"/>
          <w:i/>
          <w:color w:val="000000"/>
          <w:sz w:val="28"/>
          <w:szCs w:val="28"/>
          <w:lang w:eastAsia="ru-RU"/>
        </w:rPr>
        <w:t>Жюри подводит итоги каждого конкурса и общий итог.</w:t>
      </w:r>
    </w:p>
    <w:p w:rsidR="00A77422" w:rsidRPr="00235329" w:rsidRDefault="00A77422" w:rsidP="00235329">
      <w:pPr>
        <w:spacing w:after="0" w:line="240" w:lineRule="auto"/>
        <w:ind w:firstLine="360"/>
        <w:jc w:val="center"/>
        <w:rPr>
          <w:i/>
          <w:color w:val="000000"/>
        </w:rPr>
      </w:pPr>
      <w:r w:rsidRPr="00235329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Командам выдаются грамоты.</w:t>
      </w:r>
    </w:p>
    <w:p w:rsidR="00A77422" w:rsidRDefault="00A77422" w:rsidP="00792AEE">
      <w:pPr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5329">
        <w:rPr>
          <w:rFonts w:ascii="Times New Roman" w:hAnsi="Times New Roman"/>
          <w:b/>
          <w:color w:val="000000"/>
          <w:sz w:val="28"/>
          <w:szCs w:val="28"/>
          <w:u w:val="single"/>
          <w:lang w:eastAsia="ru-RU"/>
        </w:rPr>
        <w:t>Ведущий:</w:t>
      </w:r>
      <w:r w:rsidRPr="00792AE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Вот и подошел к концу наш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04146">
        <w:rPr>
          <w:rFonts w:ascii="Times New Roman" w:hAnsi="Times New Roman"/>
          <w:b/>
          <w:color w:val="000000"/>
          <w:sz w:val="28"/>
          <w:szCs w:val="28"/>
          <w:lang w:eastAsia="ru-RU"/>
        </w:rPr>
        <w:t>«Кулинарный поединок».</w:t>
      </w:r>
      <w:r w:rsidRPr="00792AE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77422" w:rsidRDefault="00A77422" w:rsidP="00792AEE">
      <w:pPr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92AEE">
        <w:rPr>
          <w:rFonts w:ascii="Times New Roman" w:hAnsi="Times New Roman"/>
          <w:color w:val="000000"/>
          <w:sz w:val="28"/>
          <w:szCs w:val="28"/>
          <w:lang w:eastAsia="ru-RU"/>
        </w:rPr>
        <w:t>Мы благодарим вас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уважаемые родители, что вы нашли возможность принять участие в нашем мероприятии.</w:t>
      </w:r>
    </w:p>
    <w:p w:rsidR="00A77422" w:rsidRDefault="00A77422" w:rsidP="00792AEE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>Большое спаси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бо 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>за ваш труд, выдумку! Ваши блюда были приготовлены с любовью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и искусно </w:t>
      </w:r>
      <w:r w:rsidRPr="00A52195">
        <w:rPr>
          <w:rFonts w:ascii="Times New Roman" w:hAnsi="Times New Roman"/>
          <w:color w:val="111111"/>
          <w:sz w:val="28"/>
          <w:szCs w:val="28"/>
          <w:lang w:eastAsia="ru-RU"/>
        </w:rPr>
        <w:t>украшены!!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</w:p>
    <w:p w:rsidR="00A77422" w:rsidRPr="00504146" w:rsidRDefault="00A77422" w:rsidP="00792AEE">
      <w:pPr>
        <w:spacing w:after="0" w:line="240" w:lineRule="auto"/>
        <w:ind w:firstLine="360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504146">
        <w:rPr>
          <w:rFonts w:ascii="Times New Roman" w:hAnsi="Times New Roman"/>
          <w:color w:val="FF0000"/>
          <w:sz w:val="28"/>
          <w:szCs w:val="28"/>
          <w:lang w:eastAsia="ru-RU"/>
        </w:rPr>
        <w:t>Вставить песню Барбариков про осень</w:t>
      </w:r>
    </w:p>
    <w:p w:rsidR="00A77422" w:rsidRPr="00D47567" w:rsidRDefault="00A77422" w:rsidP="00792AEE">
      <w:pPr>
        <w:spacing w:after="0" w:line="240" w:lineRule="auto"/>
        <w:ind w:firstLine="360"/>
        <w:rPr>
          <w:rFonts w:ascii="Times New Roman" w:hAnsi="Times New Roman"/>
          <w:color w:val="0000FF"/>
          <w:sz w:val="28"/>
          <w:szCs w:val="28"/>
          <w:lang w:eastAsia="ru-RU"/>
        </w:rPr>
      </w:pPr>
      <w:r w:rsidRPr="00D47567">
        <w:rPr>
          <w:rFonts w:ascii="Times New Roman" w:hAnsi="Times New Roman"/>
          <w:color w:val="0000FF"/>
          <w:sz w:val="28"/>
          <w:szCs w:val="28"/>
          <w:lang w:eastAsia="ru-RU"/>
        </w:rPr>
        <w:t>И сегодня  ребята попробуют эти блюда за обедом!</w:t>
      </w:r>
    </w:p>
    <w:p w:rsidR="00A77422" w:rsidRPr="00D47567" w:rsidRDefault="00A77422">
      <w:pPr>
        <w:rPr>
          <w:color w:val="0000FF"/>
        </w:rPr>
      </w:pPr>
    </w:p>
    <w:sectPr w:rsidR="00A77422" w:rsidRPr="00D47567" w:rsidSect="00351908">
      <w:headerReference w:type="default" r:id="rId6"/>
      <w:pgSz w:w="11906" w:h="16838"/>
      <w:pgMar w:top="1134" w:right="850" w:bottom="1134" w:left="1701" w:header="708" w:footer="708" w:gutter="0"/>
      <w:pgBorders w:display="firstPage" w:offsetFrom="page">
        <w:top w:val="twistedLines1" w:sz="24" w:space="24" w:color="auto"/>
        <w:left w:val="twistedLines1" w:sz="24" w:space="24" w:color="auto"/>
        <w:bottom w:val="twistedLines1" w:sz="24" w:space="24" w:color="auto"/>
        <w:right w:val="twistedLines1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422" w:rsidRDefault="00A77422" w:rsidP="00902013">
      <w:pPr>
        <w:spacing w:after="0" w:line="240" w:lineRule="auto"/>
      </w:pPr>
      <w:r>
        <w:separator/>
      </w:r>
    </w:p>
  </w:endnote>
  <w:endnote w:type="continuationSeparator" w:id="0">
    <w:p w:rsidR="00A77422" w:rsidRDefault="00A77422" w:rsidP="00902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422" w:rsidRDefault="00A77422" w:rsidP="00902013">
      <w:pPr>
        <w:spacing w:after="0" w:line="240" w:lineRule="auto"/>
      </w:pPr>
      <w:r>
        <w:separator/>
      </w:r>
    </w:p>
  </w:footnote>
  <w:footnote w:type="continuationSeparator" w:id="0">
    <w:p w:rsidR="00A77422" w:rsidRDefault="00A77422" w:rsidP="00902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422" w:rsidRDefault="00A77422" w:rsidP="003F7EF1">
    <w:pPr>
      <w:pStyle w:val="Header"/>
      <w:jc w:val="center"/>
      <w:rPr>
        <w:rFonts w:ascii="Times New Roman" w:hAnsi="Times New Roman"/>
      </w:rPr>
    </w:pPr>
    <w:r w:rsidRPr="00902013">
      <w:rPr>
        <w:rFonts w:ascii="Times New Roman" w:hAnsi="Times New Roman"/>
      </w:rPr>
      <w:t>Муниципальное бюджетное дошкольное образовательное учреждение</w:t>
    </w:r>
  </w:p>
  <w:p w:rsidR="00A77422" w:rsidRPr="00902013" w:rsidRDefault="00A77422" w:rsidP="003F7EF1">
    <w:pPr>
      <w:pStyle w:val="Header"/>
      <w:jc w:val="center"/>
      <w:rPr>
        <w:rFonts w:ascii="Times New Roman" w:hAnsi="Times New Roman"/>
      </w:rPr>
    </w:pPr>
    <w:r w:rsidRPr="00902013">
      <w:rPr>
        <w:rFonts w:ascii="Times New Roman" w:hAnsi="Times New Roman"/>
      </w:rPr>
      <w:t>«Детский сад №1 села Ржевка Шебекинского района Белгородской области»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4C86"/>
    <w:rsid w:val="0002785A"/>
    <w:rsid w:val="00042465"/>
    <w:rsid w:val="000B6DA2"/>
    <w:rsid w:val="00126533"/>
    <w:rsid w:val="00154290"/>
    <w:rsid w:val="0016061C"/>
    <w:rsid w:val="00174A11"/>
    <w:rsid w:val="00184577"/>
    <w:rsid w:val="00187F77"/>
    <w:rsid w:val="001A1174"/>
    <w:rsid w:val="001A14C3"/>
    <w:rsid w:val="001A216F"/>
    <w:rsid w:val="0023390C"/>
    <w:rsid w:val="00235329"/>
    <w:rsid w:val="002A285E"/>
    <w:rsid w:val="002A4583"/>
    <w:rsid w:val="00334E77"/>
    <w:rsid w:val="00351908"/>
    <w:rsid w:val="003A1C0D"/>
    <w:rsid w:val="003F7EF1"/>
    <w:rsid w:val="00504146"/>
    <w:rsid w:val="00543622"/>
    <w:rsid w:val="006C4C86"/>
    <w:rsid w:val="0075227A"/>
    <w:rsid w:val="00762192"/>
    <w:rsid w:val="00790A4D"/>
    <w:rsid w:val="00792AEE"/>
    <w:rsid w:val="007B01E1"/>
    <w:rsid w:val="0084313B"/>
    <w:rsid w:val="008E0698"/>
    <w:rsid w:val="00902013"/>
    <w:rsid w:val="00953DEE"/>
    <w:rsid w:val="009F7E8B"/>
    <w:rsid w:val="00A115A8"/>
    <w:rsid w:val="00A13912"/>
    <w:rsid w:val="00A252A0"/>
    <w:rsid w:val="00A46BF6"/>
    <w:rsid w:val="00A52195"/>
    <w:rsid w:val="00A77422"/>
    <w:rsid w:val="00AA7189"/>
    <w:rsid w:val="00AB21F3"/>
    <w:rsid w:val="00B13390"/>
    <w:rsid w:val="00B24BEE"/>
    <w:rsid w:val="00C031C5"/>
    <w:rsid w:val="00CA38FF"/>
    <w:rsid w:val="00CC7864"/>
    <w:rsid w:val="00CE7619"/>
    <w:rsid w:val="00D47567"/>
    <w:rsid w:val="00D834AC"/>
    <w:rsid w:val="00E36619"/>
    <w:rsid w:val="00EC3C58"/>
    <w:rsid w:val="00F545E3"/>
    <w:rsid w:val="00F878CD"/>
    <w:rsid w:val="00FC01B9"/>
    <w:rsid w:val="00FF2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91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2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0201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02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02013"/>
    <w:rPr>
      <w:rFonts w:cs="Times New Roman"/>
    </w:rPr>
  </w:style>
  <w:style w:type="character" w:styleId="Hyperlink">
    <w:name w:val="Hyperlink"/>
    <w:basedOn w:val="DefaultParagraphFont"/>
    <w:uiPriority w:val="99"/>
    <w:rsid w:val="00174A11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35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5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35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142</TotalTime>
  <Pages>6</Pages>
  <Words>1286</Words>
  <Characters>7333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</cp:lastModifiedBy>
  <cp:revision>6</cp:revision>
  <dcterms:created xsi:type="dcterms:W3CDTF">2019-11-03T11:53:00Z</dcterms:created>
  <dcterms:modified xsi:type="dcterms:W3CDTF">2019-11-05T11:42:00Z</dcterms:modified>
</cp:coreProperties>
</file>